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EF" w:rsidRDefault="006247EF" w:rsidP="006247EF">
      <w:pPr>
        <w:rPr>
          <w:noProof/>
        </w:rPr>
      </w:pPr>
      <w:r>
        <w:rPr>
          <w:rFonts w:hint="eastAsia"/>
          <w:noProof/>
        </w:rPr>
        <w:t>別紙様式１</w:t>
      </w:r>
    </w:p>
    <w:p w:rsidR="006247EF" w:rsidRPr="001C434E" w:rsidRDefault="006247EF" w:rsidP="006247EF">
      <w:pPr>
        <w:rPr>
          <w:rFonts w:ascii="ＤＨＰ平成明朝体W7" w:eastAsia="ＤＨＰ平成明朝体W7"/>
          <w:noProof/>
          <w:w w:val="200"/>
          <w:sz w:val="24"/>
        </w:rPr>
      </w:pPr>
      <w:r>
        <w:rPr>
          <w:noProof/>
        </w:rPr>
        <w:t xml:space="preserve">                </w:t>
      </w:r>
      <w:r>
        <w:rPr>
          <w:rFonts w:ascii="ＤＨＰ平成明朝体W7" w:eastAsia="ＤＨＰ平成明朝体W7" w:hint="eastAsia"/>
          <w:noProof/>
          <w:w w:val="200"/>
          <w:sz w:val="24"/>
        </w:rPr>
        <w:t>公共下水道使用水量等報告書</w:t>
      </w:r>
    </w:p>
    <w:p w:rsidR="006247EF" w:rsidRDefault="006247EF" w:rsidP="006247EF">
      <w:pPr>
        <w:jc w:val="right"/>
        <w:rPr>
          <w:noProof/>
        </w:rPr>
      </w:pPr>
    </w:p>
    <w:p w:rsidR="006247EF" w:rsidRDefault="00AD4FC3" w:rsidP="006247EF">
      <w:pPr>
        <w:jc w:val="right"/>
        <w:rPr>
          <w:noProof/>
        </w:rPr>
      </w:pPr>
      <w:r>
        <w:rPr>
          <w:rFonts w:hint="eastAsia"/>
          <w:noProof/>
        </w:rPr>
        <w:t>令和</w:t>
      </w:r>
      <w:r w:rsidR="006247EF">
        <w:rPr>
          <w:rFonts w:hint="eastAsia"/>
          <w:noProof/>
        </w:rPr>
        <w:t xml:space="preserve">　</w:t>
      </w:r>
      <w:r w:rsidR="006247EF">
        <w:rPr>
          <w:rFonts w:hint="eastAsia"/>
          <w:noProof/>
        </w:rPr>
        <w:t xml:space="preserve"> </w:t>
      </w:r>
      <w:r w:rsidR="006247EF">
        <w:rPr>
          <w:rFonts w:hint="eastAsia"/>
          <w:noProof/>
        </w:rPr>
        <w:t xml:space="preserve">　年　　</w:t>
      </w:r>
      <w:r w:rsidR="006247EF">
        <w:rPr>
          <w:rFonts w:hint="eastAsia"/>
          <w:noProof/>
        </w:rPr>
        <w:t xml:space="preserve"> </w:t>
      </w:r>
      <w:r w:rsidR="006247EF">
        <w:rPr>
          <w:rFonts w:hint="eastAsia"/>
          <w:noProof/>
        </w:rPr>
        <w:t xml:space="preserve">月　　</w:t>
      </w:r>
      <w:r w:rsidR="006247EF">
        <w:rPr>
          <w:rFonts w:hint="eastAsia"/>
          <w:noProof/>
        </w:rPr>
        <w:t xml:space="preserve"> </w:t>
      </w:r>
      <w:r w:rsidR="006247EF">
        <w:rPr>
          <w:rFonts w:hint="eastAsia"/>
          <w:noProof/>
        </w:rPr>
        <w:t>日</w:t>
      </w:r>
    </w:p>
    <w:p w:rsidR="006247EF" w:rsidRPr="00EC7B1F" w:rsidRDefault="006247EF" w:rsidP="006247EF">
      <w:pPr>
        <w:rPr>
          <w:rFonts w:asciiTheme="majorEastAsia" w:eastAsiaTheme="majorEastAsia" w:hAnsiTheme="majorEastAsia"/>
          <w:b/>
          <w:noProof/>
          <w:sz w:val="22"/>
        </w:rPr>
      </w:pPr>
      <w:r w:rsidRPr="00EC7B1F">
        <w:rPr>
          <w:rFonts w:asciiTheme="majorEastAsia" w:eastAsiaTheme="majorEastAsia" w:hAnsiTheme="majorEastAsia" w:hint="eastAsia"/>
          <w:b/>
          <w:noProof/>
          <w:sz w:val="22"/>
        </w:rPr>
        <w:t>公共下水道の使用開始を確認したので、下記のとおり報告します。</w:t>
      </w:r>
      <w:r w:rsidRPr="00EC7B1F">
        <w:rPr>
          <w:rFonts w:asciiTheme="majorEastAsia" w:eastAsiaTheme="majorEastAsia" w:hAnsiTheme="majorEastAsia"/>
          <w:b/>
          <w:noProof/>
          <w:sz w:val="22"/>
        </w:rPr>
        <w:t xml:space="preserve">                       </w:t>
      </w:r>
    </w:p>
    <w:tbl>
      <w:tblPr>
        <w:tblW w:w="9640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3"/>
        <w:gridCol w:w="563"/>
        <w:gridCol w:w="7"/>
        <w:gridCol w:w="345"/>
        <w:gridCol w:w="105"/>
        <w:gridCol w:w="180"/>
        <w:gridCol w:w="96"/>
        <w:gridCol w:w="425"/>
        <w:gridCol w:w="284"/>
        <w:gridCol w:w="365"/>
        <w:gridCol w:w="60"/>
        <w:gridCol w:w="60"/>
        <w:gridCol w:w="361"/>
        <w:gridCol w:w="149"/>
        <w:gridCol w:w="540"/>
        <w:gridCol w:w="449"/>
        <w:gridCol w:w="567"/>
        <w:gridCol w:w="858"/>
        <w:gridCol w:w="181"/>
        <w:gridCol w:w="237"/>
        <w:gridCol w:w="71"/>
        <w:gridCol w:w="97"/>
        <w:gridCol w:w="257"/>
        <w:gridCol w:w="778"/>
        <w:gridCol w:w="252"/>
        <w:gridCol w:w="41"/>
        <w:gridCol w:w="205"/>
        <w:gridCol w:w="284"/>
      </w:tblGrid>
      <w:tr w:rsidR="002532E7" w:rsidTr="002532E7">
        <w:trPr>
          <w:trHeight w:val="307"/>
        </w:trPr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32E7" w:rsidRDefault="002532E7" w:rsidP="008C79C7">
            <w:pPr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>eq \o\ad(</w:instrText>
            </w:r>
            <w:r>
              <w:rPr>
                <w:rFonts w:hint="eastAsia"/>
                <w:noProof/>
              </w:rPr>
              <w:instrText>排水設備設置場所</w:instrText>
            </w:r>
            <w:r>
              <w:rPr>
                <w:noProof/>
              </w:rPr>
              <w:instrText>,                 )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9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532E7" w:rsidRDefault="002532E7" w:rsidP="008C79C7">
            <w:pPr>
              <w:ind w:right="-57"/>
              <w:jc w:val="both"/>
              <w:rPr>
                <w:noProof/>
              </w:rPr>
            </w:pPr>
          </w:p>
          <w:p w:rsidR="002532E7" w:rsidRDefault="002532E7" w:rsidP="008C79C7">
            <w:pPr>
              <w:ind w:right="-57"/>
              <w:jc w:val="both"/>
              <w:rPr>
                <w:noProof/>
              </w:rPr>
            </w:pPr>
            <w:r>
              <w:rPr>
                <w:noProof/>
              </w:rPr>
              <w:t xml:space="preserve">  </w:t>
            </w:r>
            <w:r>
              <w:rPr>
                <w:rFonts w:hint="eastAsia"/>
                <w:noProof/>
              </w:rPr>
              <w:t>利府町</w:t>
            </w:r>
          </w:p>
        </w:tc>
        <w:tc>
          <w:tcPr>
            <w:tcW w:w="1575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532E7" w:rsidRDefault="002532E7" w:rsidP="002532E7">
            <w:pPr>
              <w:ind w:right="-57"/>
              <w:jc w:val="both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532E7" w:rsidRDefault="002532E7" w:rsidP="002532E7">
            <w:pPr>
              <w:ind w:left="17" w:right="-57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字</w:t>
            </w:r>
          </w:p>
        </w:tc>
        <w:tc>
          <w:tcPr>
            <w:tcW w:w="4817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2532E7" w:rsidRDefault="002532E7" w:rsidP="002532E7">
            <w:pPr>
              <w:ind w:right="-57"/>
              <w:jc w:val="both"/>
              <w:rPr>
                <w:noProof/>
              </w:rPr>
            </w:pPr>
          </w:p>
        </w:tc>
      </w:tr>
      <w:tr w:rsidR="002532E7" w:rsidTr="002532E7">
        <w:trPr>
          <w:trHeight w:val="330"/>
        </w:trPr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32E7" w:rsidRDefault="002532E7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91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532E7" w:rsidRDefault="002532E7" w:rsidP="008C79C7">
            <w:pPr>
              <w:ind w:right="-57"/>
              <w:jc w:val="both"/>
              <w:rPr>
                <w:noProof/>
              </w:rPr>
            </w:pPr>
          </w:p>
        </w:tc>
        <w:tc>
          <w:tcPr>
            <w:tcW w:w="157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2E7" w:rsidRDefault="002532E7" w:rsidP="002532E7">
            <w:pPr>
              <w:ind w:right="-57"/>
              <w:jc w:val="both"/>
              <w:rPr>
                <w:noProof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2E7" w:rsidRDefault="002532E7" w:rsidP="002532E7">
            <w:pPr>
              <w:ind w:left="17" w:right="-57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丁目</w:t>
            </w:r>
          </w:p>
        </w:tc>
        <w:tc>
          <w:tcPr>
            <w:tcW w:w="259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2E7" w:rsidRDefault="002532E7" w:rsidP="002532E7">
            <w:pPr>
              <w:ind w:right="-57"/>
              <w:jc w:val="both"/>
              <w:rPr>
                <w:noProof/>
              </w:rPr>
            </w:pP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2E7" w:rsidRDefault="002532E7" w:rsidP="002532E7">
            <w:pPr>
              <w:ind w:left="49" w:right="-57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（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2532E7" w:rsidRDefault="002532E7" w:rsidP="002532E7">
            <w:pPr>
              <w:ind w:right="-57"/>
              <w:jc w:val="both"/>
              <w:rPr>
                <w:noProof/>
              </w:rPr>
            </w:pPr>
          </w:p>
        </w:tc>
        <w:tc>
          <w:tcPr>
            <w:tcW w:w="7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532E7" w:rsidRDefault="002532E7" w:rsidP="002532E7">
            <w:pPr>
              <w:ind w:left="111" w:right="-57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号室）</w:t>
            </w:r>
          </w:p>
        </w:tc>
      </w:tr>
      <w:tr w:rsidR="006247EF" w:rsidTr="006247EF"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  <w:kern w:val="0"/>
              </w:rPr>
            </w:pP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1376434688"/>
              </w:rPr>
              <w:fldChar w:fldCharType="begin"/>
            </w: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1376434688"/>
              </w:rPr>
              <w:instrText>eq \o\ad(</w:instrText>
            </w:r>
            <w:r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1376434688"/>
              </w:rPr>
              <w:instrText xml:space="preserve">使　　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1376434688"/>
              </w:rPr>
              <w:instrText xml:space="preserve"> </w:instrText>
            </w:r>
            <w:r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1376434688"/>
              </w:rPr>
              <w:instrText>用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1376434688"/>
              </w:rPr>
              <w:instrText xml:space="preserve"> </w:instrText>
            </w:r>
            <w:r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1376434688"/>
              </w:rPr>
              <w:instrText xml:space="preserve">　　者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1376434688"/>
              </w:rPr>
              <w:instrText xml:space="preserve">,                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spacing w:val="-135"/>
                <w:w w:val="80"/>
                <w:kern w:val="0"/>
                <w:fitText w:val="1664" w:id="1376434688"/>
              </w:rPr>
              <w:instrText xml:space="preserve"> )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spacing w:val="-135"/>
                <w:w w:val="80"/>
                <w:kern w:val="0"/>
                <w:fitText w:val="1664" w:id="1376434688"/>
              </w:rPr>
              <w:fldChar w:fldCharType="end"/>
            </w:r>
          </w:p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8565FB">
              <w:rPr>
                <w:rFonts w:asciiTheme="majorEastAsia" w:eastAsiaTheme="majorEastAsia" w:hAnsiTheme="majorEastAsia" w:hint="eastAsia"/>
                <w:b/>
                <w:noProof/>
                <w:kern w:val="0"/>
                <w:fitText w:val="1640" w:id="1376434689"/>
              </w:rPr>
              <w:t>（料金支払者</w:t>
            </w:r>
            <w:r w:rsidRPr="008565FB">
              <w:rPr>
                <w:rFonts w:asciiTheme="majorEastAsia" w:eastAsiaTheme="majorEastAsia" w:hAnsiTheme="majorEastAsia" w:hint="eastAsia"/>
                <w:b/>
                <w:noProof/>
                <w:spacing w:val="30"/>
                <w:kern w:val="0"/>
                <w:fitText w:val="1640" w:id="1376434689"/>
              </w:rPr>
              <w:t>）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住</w:t>
            </w:r>
          </w:p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所</w:t>
            </w:r>
          </w:p>
        </w:tc>
        <w:tc>
          <w:tcPr>
            <w:tcW w:w="3426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47EF" w:rsidRPr="006247EF" w:rsidRDefault="006247EF" w:rsidP="006247EF">
            <w:pPr>
              <w:ind w:right="-57"/>
              <w:jc w:val="both"/>
              <w:rPr>
                <w:rFonts w:asciiTheme="majorEastAsia" w:eastAsiaTheme="majorEastAsia" w:hAnsiTheme="majorEastAsia"/>
                <w:noProof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氏</w:t>
            </w:r>
          </w:p>
          <w:p w:rsidR="006247EF" w:rsidRPr="00B4790A" w:rsidRDefault="006247EF" w:rsidP="008C79C7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名</w:t>
            </w:r>
          </w:p>
        </w:tc>
        <w:tc>
          <w:tcPr>
            <w:tcW w:w="3261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47EF" w:rsidRPr="006247EF" w:rsidRDefault="006247EF" w:rsidP="006247EF">
            <w:pPr>
              <w:ind w:right="-57"/>
              <w:jc w:val="both"/>
              <w:rPr>
                <w:rFonts w:asciiTheme="majorEastAsia" w:eastAsiaTheme="majorEastAsia" w:hAnsiTheme="majorEastAsia"/>
                <w:noProof/>
              </w:rPr>
            </w:pPr>
          </w:p>
        </w:tc>
      </w:tr>
      <w:tr w:rsidR="006269A7" w:rsidTr="006269A7">
        <w:trPr>
          <w:cantSplit/>
          <w:trHeight w:val="588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69A7" w:rsidRDefault="006269A7" w:rsidP="008C79C7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30"/>
                <w:kern w:val="0"/>
                <w:fitText w:val="1664" w:id="1376434690"/>
              </w:rPr>
              <w:fldChar w:fldCharType="begin"/>
            </w:r>
            <w:r w:rsidRPr="008565FB">
              <w:rPr>
                <w:noProof/>
                <w:spacing w:val="30"/>
                <w:kern w:val="0"/>
                <w:fitText w:val="1664" w:id="1376434690"/>
              </w:rPr>
              <w:instrText>eq \o\ad(</w:instrText>
            </w:r>
            <w:r w:rsidRPr="008565FB">
              <w:rPr>
                <w:rFonts w:hint="eastAsia"/>
                <w:noProof/>
                <w:spacing w:val="30"/>
                <w:kern w:val="0"/>
                <w:fitText w:val="1664" w:id="1376434690"/>
              </w:rPr>
              <w:instrText>確認番号</w:instrText>
            </w:r>
            <w:r w:rsidRPr="008565FB">
              <w:rPr>
                <w:noProof/>
                <w:spacing w:val="30"/>
                <w:kern w:val="0"/>
                <w:fitText w:val="1664" w:id="1376434690"/>
              </w:rPr>
              <w:instrText xml:space="preserve">,                </w:instrText>
            </w:r>
            <w:r w:rsidRPr="008565FB">
              <w:rPr>
                <w:noProof/>
                <w:spacing w:val="150"/>
                <w:kern w:val="0"/>
                <w:fitText w:val="1664" w:id="1376434690"/>
              </w:rPr>
              <w:instrText xml:space="preserve"> )</w:instrText>
            </w:r>
            <w:r w:rsidRPr="008565FB">
              <w:rPr>
                <w:noProof/>
                <w:spacing w:val="150"/>
                <w:kern w:val="0"/>
                <w:fitText w:val="1664" w:id="1376434690"/>
              </w:rPr>
              <w:fldChar w:fldCharType="end"/>
            </w:r>
          </w:p>
        </w:tc>
        <w:tc>
          <w:tcPr>
            <w:tcW w:w="5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6269A7" w:rsidRDefault="00AD4FC3" w:rsidP="006269A7">
            <w:pPr>
              <w:ind w:right="-57" w:firstLineChars="50" w:firstLine="104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</w:p>
        </w:tc>
        <w:tc>
          <w:tcPr>
            <w:tcW w:w="6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269A7" w:rsidRDefault="006269A7" w:rsidP="006269A7">
            <w:pPr>
              <w:ind w:right="-57"/>
              <w:rPr>
                <w:noProof/>
              </w:rPr>
            </w:pPr>
          </w:p>
        </w:tc>
        <w:tc>
          <w:tcPr>
            <w:tcW w:w="117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269A7" w:rsidRDefault="006269A7" w:rsidP="006269A7">
            <w:pPr>
              <w:ind w:left="47" w:right="-57"/>
              <w:rPr>
                <w:noProof/>
              </w:rPr>
            </w:pPr>
            <w:r>
              <w:rPr>
                <w:rFonts w:hint="eastAsia"/>
                <w:noProof/>
              </w:rPr>
              <w:t>年度　　第</w:t>
            </w:r>
          </w:p>
        </w:tc>
        <w:tc>
          <w:tcPr>
            <w:tcW w:w="1170" w:type="dxa"/>
            <w:gridSpan w:val="5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6269A7" w:rsidRDefault="006269A7" w:rsidP="006269A7">
            <w:pPr>
              <w:ind w:right="-57"/>
              <w:rPr>
                <w:noProof/>
              </w:rPr>
            </w:pPr>
          </w:p>
        </w:tc>
        <w:tc>
          <w:tcPr>
            <w:tcW w:w="449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69A7" w:rsidRDefault="006269A7" w:rsidP="006269A7">
            <w:pPr>
              <w:ind w:left="45" w:right="-57"/>
              <w:rPr>
                <w:noProof/>
              </w:rPr>
            </w:pPr>
            <w:r>
              <w:rPr>
                <w:rFonts w:hint="eastAsia"/>
                <w:noProof/>
              </w:rPr>
              <w:t>号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269A7" w:rsidRDefault="006269A7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排水設備番号</w:t>
            </w:r>
          </w:p>
        </w:tc>
        <w:tc>
          <w:tcPr>
            <w:tcW w:w="42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6269A7" w:rsidRDefault="006269A7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第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6269A7" w:rsidRDefault="006269A7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269A7" w:rsidRDefault="006269A7" w:rsidP="006269A7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号</w:t>
            </w:r>
          </w:p>
        </w:tc>
      </w:tr>
      <w:tr w:rsidR="006247EF" w:rsidTr="008C79C7">
        <w:trPr>
          <w:trHeight w:val="588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180"/>
                <w:kern w:val="0"/>
                <w:fitText w:val="1664" w:id="1376434691"/>
              </w:rPr>
              <w:fldChar w:fldCharType="begin"/>
            </w:r>
            <w:r w:rsidRPr="008565FB">
              <w:rPr>
                <w:noProof/>
                <w:spacing w:val="180"/>
                <w:kern w:val="0"/>
                <w:fitText w:val="1664" w:id="1376434691"/>
              </w:rPr>
              <w:instrText>eq \o\ad(</w:instrText>
            </w:r>
            <w:r w:rsidRPr="008565FB">
              <w:rPr>
                <w:rFonts w:hint="eastAsia"/>
                <w:noProof/>
                <w:spacing w:val="180"/>
                <w:kern w:val="0"/>
                <w:fitText w:val="1664" w:id="1376434691"/>
              </w:rPr>
              <w:instrText>排水設備工事の</w:instrText>
            </w:r>
            <w:r w:rsidRPr="008565FB">
              <w:rPr>
                <w:noProof/>
                <w:spacing w:val="180"/>
                <w:kern w:val="0"/>
                <w:fitText w:val="1664" w:id="1376434691"/>
              </w:rPr>
              <w:instrText xml:space="preserve">,                </w:instrText>
            </w:r>
            <w:r w:rsidRPr="008565FB">
              <w:rPr>
                <w:noProof/>
                <w:spacing w:val="-2250"/>
                <w:kern w:val="0"/>
                <w:fitText w:val="1664" w:id="1376434691"/>
              </w:rPr>
              <w:instrText xml:space="preserve"> )</w:instrText>
            </w:r>
            <w:r w:rsidRPr="008565FB">
              <w:rPr>
                <w:noProof/>
                <w:spacing w:val="-2250"/>
                <w:kern w:val="0"/>
                <w:fitText w:val="1664" w:id="1376434691"/>
              </w:rPr>
              <w:fldChar w:fldCharType="end"/>
            </w:r>
          </w:p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30"/>
                <w:kern w:val="0"/>
                <w:fitText w:val="1664" w:id="1376434692"/>
              </w:rPr>
              <w:fldChar w:fldCharType="begin"/>
            </w:r>
            <w:r w:rsidRPr="008565FB">
              <w:rPr>
                <w:noProof/>
                <w:spacing w:val="30"/>
                <w:kern w:val="0"/>
                <w:fitText w:val="1664" w:id="1376434692"/>
              </w:rPr>
              <w:instrText>eq \o\ad(</w:instrText>
            </w:r>
            <w:r w:rsidRPr="008565FB">
              <w:rPr>
                <w:rFonts w:hint="eastAsia"/>
                <w:noProof/>
                <w:spacing w:val="30"/>
                <w:kern w:val="0"/>
                <w:fitText w:val="1664" w:id="1376434692"/>
              </w:rPr>
              <w:instrText>完了日</w:instrText>
            </w:r>
            <w:r w:rsidRPr="008565FB">
              <w:rPr>
                <w:noProof/>
                <w:spacing w:val="30"/>
                <w:kern w:val="0"/>
                <w:fitText w:val="1664" w:id="1376434692"/>
              </w:rPr>
              <w:instrText xml:space="preserve">,                </w:instrText>
            </w:r>
            <w:r w:rsidRPr="008565FB">
              <w:rPr>
                <w:noProof/>
                <w:spacing w:val="150"/>
                <w:kern w:val="0"/>
                <w:fitText w:val="1664" w:id="1376434692"/>
              </w:rPr>
              <w:instrText xml:space="preserve"> )</w:instrText>
            </w:r>
            <w:r w:rsidRPr="008565FB">
              <w:rPr>
                <w:noProof/>
                <w:spacing w:val="150"/>
                <w:kern w:val="0"/>
                <w:fitText w:val="1664" w:id="1376434692"/>
              </w:rPr>
              <w:fldChar w:fldCharType="end"/>
            </w:r>
          </w:p>
        </w:tc>
        <w:tc>
          <w:tcPr>
            <w:tcW w:w="3989" w:type="dxa"/>
            <w:gridSpan w:val="1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47EF" w:rsidRDefault="00AD4FC3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 w:rsidR="006247EF">
              <w:rPr>
                <w:rFonts w:hint="eastAsia"/>
                <w:noProof/>
              </w:rPr>
              <w:t xml:space="preserve">　</w:t>
            </w:r>
            <w:r w:rsidR="006247EF">
              <w:rPr>
                <w:rFonts w:hint="eastAsia"/>
                <w:noProof/>
              </w:rPr>
              <w:t xml:space="preserve"> </w:t>
            </w:r>
            <w:r w:rsidR="006247EF">
              <w:rPr>
                <w:rFonts w:hint="eastAsia"/>
                <w:noProof/>
              </w:rPr>
              <w:t xml:space="preserve">　年　　</w:t>
            </w:r>
            <w:r w:rsidR="006247EF">
              <w:rPr>
                <w:rFonts w:hint="eastAsia"/>
                <w:noProof/>
              </w:rPr>
              <w:t xml:space="preserve"> </w:t>
            </w:r>
            <w:r w:rsidR="006247EF">
              <w:rPr>
                <w:rFonts w:hint="eastAsia"/>
                <w:noProof/>
              </w:rPr>
              <w:t xml:space="preserve">月　　</w:t>
            </w:r>
            <w:r w:rsidR="006247EF">
              <w:rPr>
                <w:rFonts w:hint="eastAsia"/>
                <w:noProof/>
              </w:rPr>
              <w:t xml:space="preserve"> </w:t>
            </w:r>
            <w:r w:rsidR="006247EF">
              <w:rPr>
                <w:rFonts w:hint="eastAsia"/>
                <w:noProof/>
              </w:rPr>
              <w:t>日　完了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水道メーター番号</w:t>
            </w:r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47EF" w:rsidRDefault="00274121" w:rsidP="008C79C7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利水</w:t>
            </w:r>
          </w:p>
        </w:tc>
      </w:tr>
      <w:tr w:rsidR="006247EF" w:rsidTr="008C79C7">
        <w:trPr>
          <w:trHeight w:val="638"/>
        </w:trPr>
        <w:tc>
          <w:tcPr>
            <w:tcW w:w="1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 w:rsidRPr="006247EF">
              <w:rPr>
                <w:rFonts w:hint="eastAsia"/>
                <w:noProof/>
                <w:spacing w:val="16"/>
                <w:kern w:val="0"/>
                <w:fitText w:val="1664" w:id="1376434693"/>
              </w:rPr>
              <w:t xml:space="preserve">下　水　区　</w:t>
            </w:r>
            <w:r w:rsidRPr="006247EF">
              <w:rPr>
                <w:rFonts w:hint="eastAsia"/>
                <w:noProof/>
                <w:spacing w:val="1"/>
                <w:kern w:val="0"/>
                <w:fitText w:val="1664" w:id="1376434693"/>
              </w:rPr>
              <w:t>分</w:t>
            </w:r>
          </w:p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（使用水の区分）</w:t>
            </w:r>
          </w:p>
        </w:tc>
        <w:tc>
          <w:tcPr>
            <w:tcW w:w="7817" w:type="dxa"/>
            <w:gridSpan w:val="2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ind w:right="-57" w:firstLineChars="50" w:firstLine="104"/>
              <w:rPr>
                <w:rFonts w:asciiTheme="majorHAnsi" w:cstheme="majorHAnsi"/>
                <w:noProof/>
              </w:rPr>
            </w:pPr>
            <w:r w:rsidRPr="00E30DFD">
              <w:rPr>
                <w:rFonts w:asciiTheme="majorHAnsi" w:hAnsiTheme="majorHAnsi" w:cstheme="majorHAnsi"/>
                <w:noProof/>
              </w:rPr>
              <w:t xml:space="preserve">1 </w:t>
            </w:r>
            <w:r w:rsidRPr="00E30DFD">
              <w:rPr>
                <w:rFonts w:asciiTheme="majorHAnsi" w:cstheme="majorHAnsi"/>
                <w:noProof/>
              </w:rPr>
              <w:t xml:space="preserve">上水のみ　</w:t>
            </w:r>
            <w:r>
              <w:rPr>
                <w:rFonts w:asciiTheme="majorHAnsi" w:cstheme="majorHAnsi" w:hint="eastAsia"/>
                <w:noProof/>
              </w:rPr>
              <w:t xml:space="preserve">　</w:t>
            </w:r>
            <w:r w:rsidRPr="00E30DFD">
              <w:rPr>
                <w:rFonts w:asciiTheme="majorHAnsi" w:hAnsiTheme="majorHAnsi" w:cstheme="majorHAnsi"/>
                <w:noProof/>
              </w:rPr>
              <w:t xml:space="preserve">2 </w:t>
            </w:r>
            <w:r w:rsidRPr="00E30DFD">
              <w:rPr>
                <w:rFonts w:asciiTheme="majorHAnsi" w:cstheme="majorHAnsi"/>
                <w:noProof/>
              </w:rPr>
              <w:t>上水＋井戸</w:t>
            </w:r>
            <w:r>
              <w:rPr>
                <w:rFonts w:asciiTheme="majorHAnsi" w:cstheme="majorHAnsi" w:hint="eastAsia"/>
                <w:noProof/>
              </w:rPr>
              <w:t xml:space="preserve">　　</w:t>
            </w:r>
            <w:r w:rsidRPr="00E30DFD">
              <w:rPr>
                <w:rFonts w:asciiTheme="majorHAnsi" w:hAnsiTheme="majorHAnsi" w:cstheme="majorHAnsi"/>
                <w:noProof/>
              </w:rPr>
              <w:t xml:space="preserve">5 </w:t>
            </w:r>
            <w:r w:rsidRPr="00E30DFD">
              <w:rPr>
                <w:rFonts w:asciiTheme="majorHAnsi" w:cstheme="majorHAnsi"/>
                <w:noProof/>
              </w:rPr>
              <w:t xml:space="preserve">井戸のみ　</w:t>
            </w:r>
          </w:p>
          <w:p w:rsidR="006247EF" w:rsidRDefault="006247EF" w:rsidP="008C79C7">
            <w:pPr>
              <w:ind w:right="-57" w:firstLineChars="150" w:firstLine="312"/>
              <w:rPr>
                <w:noProof/>
              </w:rPr>
            </w:pPr>
            <w:r>
              <w:rPr>
                <w:rFonts w:asciiTheme="majorHAnsi" w:cstheme="majorHAnsi" w:hint="eastAsia"/>
                <w:noProof/>
              </w:rPr>
              <w:t>その他（　　　　　　　　　　　　　　　　　　　　　　　　　　　　　　）</w:t>
            </w:r>
          </w:p>
        </w:tc>
      </w:tr>
      <w:tr w:rsidR="002339BF" w:rsidTr="002339BF">
        <w:trPr>
          <w:trHeight w:val="315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  <w:r w:rsidRPr="008565FB">
              <w:rPr>
                <w:rFonts w:hint="eastAsia"/>
                <w:noProof/>
                <w:spacing w:val="30"/>
                <w:kern w:val="0"/>
                <w:fitText w:val="1664" w:id="1376434694"/>
              </w:rPr>
              <w:t>公共下水道</w:t>
            </w:r>
            <w:r w:rsidRPr="008565FB">
              <w:rPr>
                <w:rFonts w:hint="eastAsia"/>
                <w:noProof/>
                <w:spacing w:val="45"/>
                <w:kern w:val="0"/>
                <w:fitText w:val="1664" w:id="1376434694"/>
              </w:rPr>
              <w:t>の</w:t>
            </w:r>
          </w:p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180"/>
                <w:kern w:val="0"/>
                <w:fitText w:val="1664" w:id="1376434695"/>
              </w:rPr>
              <w:fldChar w:fldCharType="begin"/>
            </w:r>
            <w:r w:rsidRPr="008565FB">
              <w:rPr>
                <w:noProof/>
                <w:spacing w:val="180"/>
                <w:kern w:val="0"/>
                <w:fitText w:val="1664" w:id="1376434695"/>
              </w:rPr>
              <w:instrText>eq \o\ad(</w:instrText>
            </w:r>
            <w:r w:rsidRPr="008565FB">
              <w:rPr>
                <w:rFonts w:hint="eastAsia"/>
                <w:noProof/>
                <w:spacing w:val="180"/>
                <w:kern w:val="0"/>
                <w:fitText w:val="1664" w:id="1376434695"/>
              </w:rPr>
              <w:instrText>使用開始年月日</w:instrText>
            </w:r>
            <w:r w:rsidRPr="008565FB">
              <w:rPr>
                <w:noProof/>
                <w:spacing w:val="180"/>
                <w:kern w:val="0"/>
                <w:fitText w:val="1664" w:id="1376434695"/>
              </w:rPr>
              <w:instrText xml:space="preserve">,                </w:instrText>
            </w:r>
            <w:r w:rsidRPr="008565FB">
              <w:rPr>
                <w:noProof/>
                <w:spacing w:val="-2250"/>
                <w:kern w:val="0"/>
                <w:fitText w:val="1664" w:id="1376434695"/>
              </w:rPr>
              <w:instrText xml:space="preserve"> )</w:instrText>
            </w:r>
            <w:r w:rsidRPr="008565FB">
              <w:rPr>
                <w:noProof/>
                <w:spacing w:val="-2250"/>
                <w:kern w:val="0"/>
                <w:fitText w:val="1664" w:id="1376434695"/>
              </w:rPr>
              <w:fldChar w:fldCharType="end"/>
            </w:r>
          </w:p>
        </w:tc>
        <w:tc>
          <w:tcPr>
            <w:tcW w:w="570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nil"/>
            </w:tcBorders>
            <w:vAlign w:val="center"/>
          </w:tcPr>
          <w:p w:rsidR="002339BF" w:rsidRDefault="00AD4FC3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年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月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日</w:t>
            </w:r>
          </w:p>
        </w:tc>
        <w:tc>
          <w:tcPr>
            <w:tcW w:w="2981" w:type="dxa"/>
            <w:gridSpan w:val="7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39BF" w:rsidRPr="00BD1635" w:rsidRDefault="002339BF" w:rsidP="008C79C7">
            <w:pPr>
              <w:ind w:right="-57"/>
              <w:jc w:val="center"/>
              <w:rPr>
                <w:rFonts w:ascii="ＭＳ Ｐ明朝" w:eastAsia="ＭＳ Ｐ明朝" w:hAnsi="ＭＳ Ｐ明朝"/>
                <w:noProof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この日の水道メーター指針</w:t>
            </w:r>
          </w:p>
        </w:tc>
        <w:tc>
          <w:tcPr>
            <w:tcW w:w="1455" w:type="dxa"/>
            <w:gridSpan w:val="5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339BF" w:rsidRPr="005E2C27" w:rsidRDefault="002339BF" w:rsidP="002339BF">
            <w:pPr>
              <w:ind w:right="151"/>
              <w:jc w:val="right"/>
              <w:rPr>
                <w:noProof/>
              </w:rPr>
            </w:pPr>
          </w:p>
        </w:tc>
        <w:tc>
          <w:tcPr>
            <w:tcW w:w="530" w:type="dxa"/>
            <w:gridSpan w:val="3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339BF" w:rsidRPr="005E2C27" w:rsidRDefault="002339BF" w:rsidP="008C79C7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2339BF" w:rsidTr="002339BF">
        <w:trPr>
          <w:trHeight w:val="315"/>
        </w:trPr>
        <w:tc>
          <w:tcPr>
            <w:tcW w:w="1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339BF" w:rsidRPr="00BD1635" w:rsidRDefault="002339BF" w:rsidP="008C79C7">
            <w:pPr>
              <w:ind w:right="-57"/>
              <w:jc w:val="center"/>
              <w:rPr>
                <w:noProof/>
                <w:kern w:val="0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50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76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1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981" w:type="dxa"/>
            <w:gridSpan w:val="7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39BF" w:rsidRPr="00DE5CAE" w:rsidRDefault="002339BF" w:rsidP="008C79C7">
            <w:pPr>
              <w:ind w:right="-57"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DE5CAE">
              <w:rPr>
                <w:rFonts w:ascii="ＭＳ Ｐ明朝" w:eastAsia="ＭＳ Ｐ明朝" w:hAnsi="ＭＳ Ｐ明朝" w:hint="eastAsia"/>
                <w:noProof/>
                <w:w w:val="90"/>
              </w:rPr>
              <w:t>この日の水道以外のメーター指針</w:t>
            </w:r>
          </w:p>
        </w:tc>
        <w:tc>
          <w:tcPr>
            <w:tcW w:w="1455" w:type="dxa"/>
            <w:gridSpan w:val="5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339BF" w:rsidRPr="005E2C27" w:rsidRDefault="002339BF" w:rsidP="002339BF">
            <w:pPr>
              <w:ind w:right="151"/>
              <w:jc w:val="right"/>
              <w:rPr>
                <w:noProof/>
              </w:rPr>
            </w:pPr>
          </w:p>
        </w:tc>
        <w:tc>
          <w:tcPr>
            <w:tcW w:w="530" w:type="dxa"/>
            <w:gridSpan w:val="3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339BF" w:rsidRPr="005E2C27" w:rsidRDefault="002339BF" w:rsidP="008C79C7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2339BF" w:rsidTr="002339BF">
        <w:trPr>
          <w:cantSplit/>
          <w:trHeight w:val="315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339BF" w:rsidRPr="00B82C60" w:rsidRDefault="002339BF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  <w:kern w:val="0"/>
              </w:rPr>
              <w:t>排水工事の完了</w:t>
            </w:r>
          </w:p>
          <w:p w:rsidR="002339BF" w:rsidRPr="007849DE" w:rsidRDefault="002339BF" w:rsidP="002339BF">
            <w:pPr>
              <w:ind w:right="-57" w:firstLineChars="50" w:firstLine="120"/>
              <w:rPr>
                <w:noProof/>
              </w:rPr>
            </w:pPr>
            <w:r w:rsidRPr="006247EF">
              <w:rPr>
                <w:rFonts w:hint="eastAsia"/>
                <w:noProof/>
                <w:spacing w:val="16"/>
                <w:kern w:val="0"/>
                <w:fitText w:val="1664" w:id="1376434696"/>
              </w:rPr>
              <w:t>検査実施年月</w:t>
            </w:r>
            <w:r w:rsidRPr="006247EF">
              <w:rPr>
                <w:rFonts w:hint="eastAsia"/>
                <w:noProof/>
                <w:spacing w:val="1"/>
                <w:kern w:val="0"/>
                <w:fitText w:val="1664" w:id="1376434696"/>
              </w:rPr>
              <w:t>日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vAlign w:val="center"/>
          </w:tcPr>
          <w:p w:rsidR="002339BF" w:rsidRDefault="00AD4FC3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</w:p>
        </w:tc>
        <w:tc>
          <w:tcPr>
            <w:tcW w:w="450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76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年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月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2339BF" w:rsidRDefault="002339BF" w:rsidP="002339BF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339BF" w:rsidRDefault="002339BF" w:rsidP="002339BF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</w:rPr>
              <w:t>日</w:t>
            </w: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339BF" w:rsidRPr="00BD1635" w:rsidRDefault="002339BF" w:rsidP="008C79C7">
            <w:pPr>
              <w:ind w:right="-57"/>
              <w:jc w:val="center"/>
              <w:rPr>
                <w:rFonts w:ascii="ＭＳ Ｐ明朝" w:eastAsia="ＭＳ Ｐ明朝" w:hAnsi="ＭＳ Ｐ明朝"/>
                <w:noProof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この日の水道メーター指針</w:t>
            </w: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2339BF" w:rsidRPr="005E2C27" w:rsidRDefault="002339BF" w:rsidP="002339BF">
            <w:pPr>
              <w:ind w:right="151"/>
              <w:jc w:val="right"/>
              <w:rPr>
                <w:noProof/>
              </w:rPr>
            </w:pPr>
          </w:p>
        </w:tc>
        <w:tc>
          <w:tcPr>
            <w:tcW w:w="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339BF" w:rsidRPr="005E2C27" w:rsidRDefault="002339BF" w:rsidP="008C79C7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  <w:r>
              <w:rPr>
                <w:rFonts w:hint="eastAsia"/>
                <w:noProof/>
              </w:rPr>
              <w:t xml:space="preserve"> </w:t>
            </w:r>
          </w:p>
        </w:tc>
      </w:tr>
      <w:tr w:rsidR="002339BF" w:rsidTr="002339BF">
        <w:trPr>
          <w:cantSplit/>
          <w:trHeight w:val="315"/>
        </w:trPr>
        <w:tc>
          <w:tcPr>
            <w:tcW w:w="182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  <w:kern w:val="0"/>
              </w:rPr>
            </w:pPr>
          </w:p>
        </w:tc>
        <w:tc>
          <w:tcPr>
            <w:tcW w:w="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5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76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42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9BF" w:rsidRDefault="002339BF" w:rsidP="008C79C7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981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339BF" w:rsidRPr="00DE5CAE" w:rsidRDefault="002339BF" w:rsidP="008C79C7">
            <w:pPr>
              <w:ind w:right="-57"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DE5CAE">
              <w:rPr>
                <w:rFonts w:ascii="ＭＳ Ｐ明朝" w:eastAsia="ＭＳ Ｐ明朝" w:hAnsi="ＭＳ Ｐ明朝" w:hint="eastAsia"/>
                <w:noProof/>
                <w:w w:val="90"/>
              </w:rPr>
              <w:t>この日の水道以外のメーター指針</w:t>
            </w:r>
          </w:p>
        </w:tc>
        <w:tc>
          <w:tcPr>
            <w:tcW w:w="145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2339BF" w:rsidRPr="005E2C27" w:rsidRDefault="002339BF" w:rsidP="002339BF">
            <w:pPr>
              <w:ind w:right="151"/>
              <w:jc w:val="right"/>
              <w:rPr>
                <w:noProof/>
              </w:rPr>
            </w:pPr>
          </w:p>
        </w:tc>
        <w:tc>
          <w:tcPr>
            <w:tcW w:w="530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2339BF" w:rsidRPr="005E2C27" w:rsidRDefault="002339BF" w:rsidP="008C79C7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6247EF" w:rsidTr="008C79C7">
        <w:trPr>
          <w:cantSplit/>
          <w:trHeight w:val="322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使用水量のうち、</w:t>
            </w:r>
          </w:p>
          <w:p w:rsidR="006247EF" w:rsidRDefault="006247EF" w:rsidP="008C79C7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下水道に流入し</w:t>
            </w:r>
          </w:p>
          <w:p w:rsidR="006247EF" w:rsidRDefault="006247EF" w:rsidP="008C79C7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ない水量</w:t>
            </w:r>
          </w:p>
        </w:tc>
        <w:tc>
          <w:tcPr>
            <w:tcW w:w="3989" w:type="dxa"/>
            <w:gridSpan w:val="1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7EF" w:rsidRDefault="006247EF" w:rsidP="008C79C7">
            <w:pPr>
              <w:ind w:right="-57" w:firstLineChars="50" w:firstLine="104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有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・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無</w:t>
            </w:r>
          </w:p>
          <w:p w:rsidR="006247EF" w:rsidRDefault="006247EF" w:rsidP="008C79C7">
            <w:pPr>
              <w:ind w:right="-57" w:firstLineChars="50" w:firstLine="79"/>
              <w:jc w:val="center"/>
              <w:rPr>
                <w:noProof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※有の場合は</w:t>
            </w:r>
            <w:r>
              <w:rPr>
                <w:rFonts w:hint="eastAsia"/>
                <w:noProof/>
                <w:sz w:val="16"/>
                <w:szCs w:val="16"/>
              </w:rPr>
              <w:t>下記欄に</w:t>
            </w:r>
            <w:r w:rsidRPr="002E1A2B">
              <w:rPr>
                <w:rFonts w:hint="eastAsia"/>
                <w:noProof/>
                <w:sz w:val="16"/>
                <w:szCs w:val="16"/>
              </w:rPr>
              <w:t>記入</w:t>
            </w:r>
          </w:p>
        </w:tc>
        <w:tc>
          <w:tcPr>
            <w:tcW w:w="3828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7EF" w:rsidRPr="00CA6FE5" w:rsidRDefault="006247EF" w:rsidP="008C79C7">
            <w:pPr>
              <w:widowControl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（有の場合）</w:t>
            </w:r>
            <w:r w:rsidRPr="00852B33">
              <w:rPr>
                <w:rFonts w:ascii="ＭＳ Ｐ明朝" w:eastAsia="ＭＳ Ｐ明朝" w:hAnsi="ＭＳ Ｐ明朝" w:hint="eastAsia"/>
                <w:noProof/>
              </w:rPr>
              <w:t>メーター指針</w:t>
            </w:r>
          </w:p>
        </w:tc>
      </w:tr>
      <w:tr w:rsidR="006247EF" w:rsidTr="008C79C7">
        <w:trPr>
          <w:cantSplit/>
          <w:trHeight w:val="322"/>
        </w:trPr>
        <w:tc>
          <w:tcPr>
            <w:tcW w:w="1823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right="-57" w:firstLineChars="50" w:firstLine="104"/>
              <w:jc w:val="both"/>
              <w:rPr>
                <w:noProof/>
              </w:rPr>
            </w:pPr>
          </w:p>
        </w:tc>
        <w:tc>
          <w:tcPr>
            <w:tcW w:w="3989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247EF" w:rsidRDefault="006247EF" w:rsidP="008C79C7">
            <w:pPr>
              <w:ind w:right="-57" w:firstLineChars="50" w:firstLine="104"/>
              <w:rPr>
                <w:noProof/>
              </w:rPr>
            </w:pPr>
          </w:p>
        </w:tc>
        <w:tc>
          <w:tcPr>
            <w:tcW w:w="1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EF" w:rsidRPr="00207503" w:rsidRDefault="006247EF" w:rsidP="008C79C7">
            <w:pPr>
              <w:jc w:val="center"/>
              <w:rPr>
                <w:noProof/>
                <w:w w:val="80"/>
              </w:rPr>
            </w:pPr>
            <w:r w:rsidRPr="00207503">
              <w:rPr>
                <w:rFonts w:hint="eastAsia"/>
                <w:noProof/>
                <w:w w:val="80"/>
              </w:rPr>
              <w:t>下水道使用開始時点</w:t>
            </w:r>
          </w:p>
        </w:tc>
        <w:tc>
          <w:tcPr>
            <w:tcW w:w="1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widowControl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207503">
              <w:rPr>
                <w:rFonts w:ascii="ＭＳ Ｐ明朝" w:eastAsia="ＭＳ Ｐ明朝" w:hAnsi="ＭＳ Ｐ明朝" w:hint="eastAsia"/>
                <w:noProof/>
                <w:w w:val="80"/>
              </w:rPr>
              <w:t>排水</w:t>
            </w:r>
            <w:r>
              <w:rPr>
                <w:rFonts w:ascii="ＭＳ Ｐ明朝" w:eastAsia="ＭＳ Ｐ明朝" w:hAnsi="ＭＳ Ｐ明朝" w:hint="eastAsia"/>
                <w:noProof/>
                <w:w w:val="80"/>
              </w:rPr>
              <w:t>工事</w:t>
            </w:r>
            <w:r w:rsidRPr="00207503">
              <w:rPr>
                <w:rFonts w:ascii="ＭＳ Ｐ明朝" w:eastAsia="ＭＳ Ｐ明朝" w:hAnsi="ＭＳ Ｐ明朝" w:hint="eastAsia"/>
                <w:noProof/>
                <w:w w:val="80"/>
              </w:rPr>
              <w:t>検査実施時点</w:t>
            </w:r>
          </w:p>
        </w:tc>
      </w:tr>
      <w:tr w:rsidR="002339BF" w:rsidTr="002339BF">
        <w:trPr>
          <w:trHeight w:val="322"/>
        </w:trPr>
        <w:tc>
          <w:tcPr>
            <w:tcW w:w="182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2339BF" w:rsidRPr="007849DE" w:rsidRDefault="002339BF" w:rsidP="002339BF">
            <w:pPr>
              <w:ind w:right="-57" w:firstLineChars="50" w:firstLine="104"/>
              <w:jc w:val="both"/>
              <w:rPr>
                <w:noProof/>
              </w:rPr>
            </w:pPr>
          </w:p>
        </w:tc>
        <w:tc>
          <w:tcPr>
            <w:tcW w:w="39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9BF" w:rsidRPr="002E1A2B" w:rsidRDefault="002339BF" w:rsidP="008C79C7">
            <w:pPr>
              <w:ind w:right="575"/>
              <w:rPr>
                <w:noProof/>
                <w:sz w:val="16"/>
                <w:szCs w:val="16"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9BF" w:rsidRDefault="002339BF" w:rsidP="002339BF">
            <w:pPr>
              <w:wordWrap w:val="0"/>
              <w:ind w:right="151"/>
              <w:jc w:val="right"/>
              <w:rPr>
                <w:noProof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9BF" w:rsidRDefault="002339BF" w:rsidP="008C79C7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9BF" w:rsidRDefault="002339BF" w:rsidP="002339BF">
            <w:pPr>
              <w:wordWrap w:val="0"/>
              <w:ind w:right="151"/>
              <w:jc w:val="right"/>
              <w:rPr>
                <w:noProof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339BF" w:rsidRDefault="002339BF" w:rsidP="008C79C7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2339BF" w:rsidTr="002339BF">
        <w:trPr>
          <w:trHeight w:val="322"/>
        </w:trPr>
        <w:tc>
          <w:tcPr>
            <w:tcW w:w="1823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39BF" w:rsidRDefault="002339BF" w:rsidP="002339BF">
            <w:pPr>
              <w:ind w:right="-57" w:firstLineChars="50" w:firstLine="104"/>
              <w:rPr>
                <w:noProof/>
              </w:rPr>
            </w:pPr>
          </w:p>
        </w:tc>
        <w:tc>
          <w:tcPr>
            <w:tcW w:w="398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39BF" w:rsidRPr="002E1A2B" w:rsidRDefault="002339BF" w:rsidP="008C79C7">
            <w:pPr>
              <w:ind w:right="575"/>
              <w:rPr>
                <w:noProof/>
                <w:sz w:val="16"/>
                <w:szCs w:val="16"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9BF" w:rsidRDefault="002339BF" w:rsidP="002339BF">
            <w:pPr>
              <w:wordWrap w:val="0"/>
              <w:ind w:right="151"/>
              <w:jc w:val="right"/>
              <w:rPr>
                <w:noProof/>
              </w:rPr>
            </w:pPr>
          </w:p>
        </w:tc>
        <w:tc>
          <w:tcPr>
            <w:tcW w:w="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39BF" w:rsidRDefault="002339BF" w:rsidP="008C79C7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  <w:tc>
          <w:tcPr>
            <w:tcW w:w="1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39BF" w:rsidRDefault="002339BF" w:rsidP="002339BF">
            <w:pPr>
              <w:wordWrap w:val="0"/>
              <w:ind w:right="151"/>
              <w:jc w:val="right"/>
              <w:rPr>
                <w:noProof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339BF" w:rsidRDefault="002339BF" w:rsidP="008C79C7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6247EF" w:rsidTr="008C79C7">
        <w:trPr>
          <w:trHeight w:val="925"/>
        </w:trPr>
        <w:tc>
          <w:tcPr>
            <w:tcW w:w="18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報　　告　　者</w:t>
            </w:r>
          </w:p>
        </w:tc>
        <w:tc>
          <w:tcPr>
            <w:tcW w:w="7817" w:type="dxa"/>
            <w:gridSpan w:val="27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247EF" w:rsidRPr="00EC7B1F" w:rsidRDefault="006247EF" w:rsidP="008C79C7">
            <w:pPr>
              <w:ind w:right="-57" w:firstLineChars="100" w:firstLine="208"/>
              <w:rPr>
                <w:rFonts w:asciiTheme="majorEastAsia" w:eastAsiaTheme="majorEastAsia" w:hAnsiTheme="majorEastAsia"/>
                <w:noProof/>
              </w:rPr>
            </w:pPr>
            <w:r w:rsidRPr="00EC7B1F">
              <w:rPr>
                <w:rFonts w:asciiTheme="majorEastAsia" w:eastAsiaTheme="majorEastAsia" w:hAnsiTheme="majorEastAsia" w:hint="eastAsia"/>
                <w:noProof/>
              </w:rPr>
              <w:t>指定工事店名</w:t>
            </w:r>
          </w:p>
          <w:p w:rsidR="006247EF" w:rsidRDefault="006247EF" w:rsidP="008C79C7">
            <w:pPr>
              <w:ind w:right="-57" w:firstLineChars="100" w:firstLine="208"/>
              <w:rPr>
                <w:noProof/>
              </w:rPr>
            </w:pPr>
          </w:p>
          <w:p w:rsidR="006247EF" w:rsidRPr="001C434E" w:rsidRDefault="006247EF" w:rsidP="008C79C7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　</w:t>
            </w:r>
            <w:r w:rsidRPr="00EC7B1F">
              <w:rPr>
                <w:rFonts w:asciiTheme="majorEastAsia" w:eastAsiaTheme="majorEastAsia" w:hAnsiTheme="majorEastAsia" w:hint="eastAsia"/>
                <w:noProof/>
                <w:u w:val="single"/>
              </w:rPr>
              <w:t>ﾒｰﾀｰ指針の確認者</w:t>
            </w:r>
            <w:r w:rsidRPr="001C434E">
              <w:rPr>
                <w:rFonts w:asciiTheme="majorEastAsia" w:eastAsiaTheme="majorEastAsia" w:hAnsiTheme="majorEastAsia" w:hint="eastAsia"/>
                <w:noProof/>
              </w:rPr>
              <w:t xml:space="preserve">　　　　　　　　　　　　　　　　　　</w:t>
            </w:r>
            <w:r>
              <w:rPr>
                <w:rFonts w:asciiTheme="majorEastAsia" w:eastAsiaTheme="majorEastAsia" w:hAnsiTheme="majorEastAsia" w:hint="eastAsia"/>
                <w:noProof/>
              </w:rPr>
              <w:t xml:space="preserve">　</w:t>
            </w:r>
            <w:r w:rsidRPr="001C434E">
              <w:rPr>
                <w:rFonts w:asciiTheme="majorEastAsia" w:eastAsiaTheme="majorEastAsia" w:hAnsiTheme="majorEastAsia" w:hint="eastAsia"/>
                <w:noProof/>
              </w:rPr>
              <w:t xml:space="preserve">　　　　</w:t>
            </w:r>
            <w:r w:rsidRPr="001C434E">
              <w:rPr>
                <w:rFonts w:hint="eastAsia"/>
                <w:noProof/>
              </w:rPr>
              <w:t>印</w:t>
            </w:r>
          </w:p>
        </w:tc>
      </w:tr>
    </w:tbl>
    <w:p w:rsidR="006247EF" w:rsidRDefault="006247EF" w:rsidP="006247EF">
      <w:pPr>
        <w:rPr>
          <w:rFonts w:ascii="ＭＳ Ｐゴシック" w:eastAsia="ＭＳ Ｐゴシック"/>
          <w:b/>
          <w:noProof/>
          <w:u w:val="double"/>
        </w:rPr>
      </w:pPr>
      <w:r>
        <w:rPr>
          <w:rFonts w:ascii="ＭＳ Ｐゴシック" w:eastAsia="ＭＳ Ｐゴシック" w:hint="eastAsia"/>
          <w:b/>
          <w:noProof/>
          <w:u w:val="double"/>
        </w:rPr>
        <w:t>＊　本票は、水道メーター番号及び使用者（料金支払者）ごとに作成してください。</w:t>
      </w:r>
    </w:p>
    <w:p w:rsidR="006247EF" w:rsidRPr="00D23DCD" w:rsidRDefault="006247EF" w:rsidP="006247EF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509E95EA" wp14:editId="6EEA0C85">
                <wp:simplePos x="0" y="0"/>
                <wp:positionH relativeFrom="column">
                  <wp:posOffset>-1082040</wp:posOffset>
                </wp:positionH>
                <wp:positionV relativeFrom="paragraph">
                  <wp:posOffset>100965</wp:posOffset>
                </wp:positionV>
                <wp:extent cx="7709535" cy="0"/>
                <wp:effectExtent l="13335" t="5715" r="11430" b="13335"/>
                <wp:wrapNone/>
                <wp:docPr id="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09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left:0;text-align:lef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5.2pt,7.95pt" to="521.8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" o:allowincell="f">
                <v:stroke dashstyle="longDash"/>
              </v:lin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9"/>
        <w:gridCol w:w="608"/>
        <w:gridCol w:w="284"/>
        <w:gridCol w:w="2126"/>
        <w:gridCol w:w="1395"/>
        <w:gridCol w:w="306"/>
        <w:gridCol w:w="566"/>
        <w:gridCol w:w="143"/>
        <w:gridCol w:w="710"/>
        <w:gridCol w:w="6"/>
        <w:gridCol w:w="417"/>
        <w:gridCol w:w="438"/>
        <w:gridCol w:w="851"/>
      </w:tblGrid>
      <w:tr w:rsidR="006247EF" w:rsidTr="008C79C7">
        <w:trPr>
          <w:trHeight w:val="396"/>
        </w:trPr>
        <w:tc>
          <w:tcPr>
            <w:tcW w:w="960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6247EF" w:rsidRPr="009F5C1B" w:rsidRDefault="006247EF" w:rsidP="008C79C7">
            <w:pPr>
              <w:jc w:val="center"/>
              <w:rPr>
                <w:rFonts w:asciiTheme="majorEastAsia" w:eastAsiaTheme="majorEastAsia" w:hAnsiTheme="majorEastAsia"/>
                <w:noProof/>
                <w:sz w:val="22"/>
              </w:rPr>
            </w:pPr>
            <w:r w:rsidRPr="008B79A9">
              <w:rPr>
                <w:rFonts w:asciiTheme="majorEastAsia" w:eastAsiaTheme="majorEastAsia" w:hAnsiTheme="majorEastAsia" w:hint="eastAsia"/>
                <w:noProof/>
                <w:sz w:val="22"/>
              </w:rPr>
              <w:t>新規利用者データー処理票</w:t>
            </w:r>
          </w:p>
        </w:tc>
      </w:tr>
      <w:tr w:rsidR="006247EF" w:rsidTr="00AD4FC3">
        <w:trPr>
          <w:cantSplit/>
          <w:trHeight w:val="270"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申  請  形  態</w:t>
            </w:r>
          </w:p>
        </w:tc>
        <w:tc>
          <w:tcPr>
            <w:tcW w:w="30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【新設】</w:t>
            </w:r>
            <w:r w:rsidRPr="00256C06">
              <w:rPr>
                <w:rFonts w:ascii="ＭＳ ゴシック" w:eastAsia="ＭＳ ゴシック" w:hint="eastAsia"/>
                <w:noProof/>
              </w:rPr>
              <w:t xml:space="preserve">１・２　</w:t>
            </w:r>
            <w:r>
              <w:rPr>
                <w:rFonts w:ascii="ＭＳ ゴシック" w:eastAsia="ＭＳ ゴシック" w:hint="eastAsia"/>
                <w:noProof/>
              </w:rPr>
              <w:t>Ａ・Ｂ</w:t>
            </w:r>
          </w:p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【新設】３・４・５</w:t>
            </w:r>
          </w:p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【増設】６　　  【改築】７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排水設備番号</w:t>
            </w:r>
          </w:p>
        </w:tc>
        <w:tc>
          <w:tcPr>
            <w:tcW w:w="24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</w:tr>
      <w:tr w:rsidR="006247EF" w:rsidTr="00AD4FC3">
        <w:trPr>
          <w:cantSplit/>
          <w:trHeight w:val="285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水栓番号</w:t>
            </w:r>
          </w:p>
        </w:tc>
        <w:tc>
          <w:tcPr>
            <w:tcW w:w="24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</w:p>
        </w:tc>
      </w:tr>
      <w:tr w:rsidR="006247EF" w:rsidTr="00AD4FC3">
        <w:trPr>
          <w:cantSplit/>
          <w:trHeight w:val="315"/>
        </w:trPr>
        <w:tc>
          <w:tcPr>
            <w:tcW w:w="17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公 告 年 月 日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="00AD4FC3"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日</w:t>
            </w:r>
          </w:p>
        </w:tc>
      </w:tr>
      <w:tr w:rsidR="006247EF" w:rsidTr="00AD4FC3">
        <w:trPr>
          <w:cantSplit/>
          <w:trHeight w:val="270"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処  理  分  区</w:t>
            </w:r>
          </w:p>
        </w:tc>
        <w:tc>
          <w:tcPr>
            <w:tcW w:w="30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利府・塩釜　第</w:t>
            </w:r>
            <w:r w:rsidRPr="00E226C8">
              <w:rPr>
                <w:rFonts w:ascii="ＭＳ ゴシック" w:eastAsia="ＭＳ ゴシック" w:hint="eastAsia"/>
                <w:noProof/>
                <w:u w:val="single"/>
              </w:rPr>
              <w:t xml:space="preserve">　　</w:t>
            </w:r>
            <w:r>
              <w:rPr>
                <w:rFonts w:ascii="ＭＳ ゴシック" w:eastAsia="ＭＳ ゴシック" w:hint="eastAsia"/>
                <w:noProof/>
                <w:u w:val="single"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処理分区</w:t>
            </w:r>
          </w:p>
          <w:p w:rsidR="006247EF" w:rsidRDefault="006247EF" w:rsidP="008C79C7">
            <w:pPr>
              <w:ind w:firstLineChars="300" w:firstLine="624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（ 利府・利府</w:t>
            </w:r>
            <w:r w:rsidRPr="002F412B">
              <w:rPr>
                <w:rFonts w:ascii="ＭＳ ゴシック" w:eastAsia="ＭＳ ゴシック" w:hint="eastAsia"/>
                <w:noProof/>
                <w:u w:val="single"/>
              </w:rPr>
              <w:t xml:space="preserve">　　　</w:t>
            </w:r>
            <w:r>
              <w:rPr>
                <w:rFonts w:ascii="ＭＳ ゴシック" w:eastAsia="ＭＳ ゴシック" w:hint="eastAsia"/>
                <w:noProof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distribute"/>
              <w:rPr>
                <w:rFonts w:ascii="ＭＳ ゴシック" w:eastAsia="ＭＳ ゴシック"/>
                <w:noProof/>
                <w:sz w:val="20"/>
              </w:rPr>
            </w:pPr>
            <w:r>
              <w:rPr>
                <w:rFonts w:ascii="ＭＳ ゴシック" w:eastAsia="ＭＳ ゴシック" w:hint="eastAsia"/>
                <w:noProof/>
              </w:rPr>
              <w:t>供用開始年月日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AD4FC3" w:rsidP="008C79C7">
            <w:pPr>
              <w:rPr>
                <w:rFonts w:ascii="ＭＳ ゴシック" w:eastAsia="ＭＳ ゴシック"/>
                <w:noProof/>
                <w:sz w:val="20"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Pr="00AA744B" w:rsidRDefault="006247EF" w:rsidP="008C79C7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日</w:t>
            </w:r>
          </w:p>
        </w:tc>
      </w:tr>
      <w:tr w:rsidR="006247EF" w:rsidTr="00AD4FC3">
        <w:trPr>
          <w:cantSplit/>
          <w:trHeight w:val="300"/>
        </w:trPr>
        <w:tc>
          <w:tcPr>
            <w:tcW w:w="17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distribute"/>
              <w:rPr>
                <w:rFonts w:ascii="ＭＳ ゴシック" w:eastAsia="ＭＳ ゴシック"/>
                <w:noProof/>
                <w:kern w:val="0"/>
              </w:rPr>
            </w:pPr>
            <w:r w:rsidRPr="009232A4">
              <w:rPr>
                <w:rFonts w:ascii="ＭＳ ゴシック" w:eastAsia="ＭＳ ゴシック" w:hint="eastAsia"/>
                <w:noProof/>
                <w:kern w:val="0"/>
              </w:rPr>
              <w:t>水洗化年月日</w:t>
            </w:r>
          </w:p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（使用開始日）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7EF" w:rsidRDefault="005902E8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日</w:t>
            </w:r>
          </w:p>
        </w:tc>
      </w:tr>
      <w:tr w:rsidR="006247EF" w:rsidTr="008C79C7">
        <w:trPr>
          <w:cantSplit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上  下  区  分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247EF" w:rsidRPr="0044688E" w:rsidRDefault="006247EF" w:rsidP="008C79C7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47EF" w:rsidRPr="0078502A" w:rsidRDefault="006247EF" w:rsidP="008C79C7">
            <w:pPr>
              <w:rPr>
                <w:rFonts w:asciiTheme="majorHAnsi" w:eastAsia="ＭＳ ゴシック" w:hAnsiTheme="majorHAnsi" w:cstheme="majorHAnsi"/>
                <w:noProof/>
              </w:rPr>
            </w:pPr>
            <w:r>
              <w:rPr>
                <w:rFonts w:asciiTheme="majorHAnsi" w:eastAsia="ＭＳ ゴシック" w:hAnsiTheme="majorHAnsi" w:cstheme="majorHAnsi" w:hint="eastAsia"/>
                <w:noProof/>
              </w:rPr>
              <w:t>上下水道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直 近 の</w:t>
            </w:r>
          </w:p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水道検針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自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247EF" w:rsidRDefault="006247EF" w:rsidP="008C79C7">
            <w:pPr>
              <w:ind w:firstLineChars="100" w:firstLine="208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・</w:t>
            </w:r>
          </w:p>
        </w:tc>
        <w:tc>
          <w:tcPr>
            <w:tcW w:w="1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247EF" w:rsidRPr="00552FF2" w:rsidRDefault="006247EF" w:rsidP="008C79C7">
            <w:pPr>
              <w:ind w:left="21"/>
              <w:jc w:val="both"/>
              <w:rPr>
                <w:rFonts w:ascii="ＭＳ Ｐゴシック" w:eastAsia="ＭＳ Ｐゴシック" w:hAnsi="ＭＳ Ｐゴシック"/>
                <w:noProof/>
              </w:rPr>
            </w:pPr>
            <w:r w:rsidRPr="00552FF2">
              <w:rPr>
                <w:rFonts w:ascii="ＭＳ Ｐゴシック" w:eastAsia="ＭＳ Ｐゴシック" w:hAnsi="ＭＳ Ｐゴシック" w:hint="eastAsia"/>
                <w:noProof/>
              </w:rPr>
              <w:t>メーター指針</w:t>
            </w:r>
          </w:p>
          <w:p w:rsidR="006247EF" w:rsidRDefault="006247EF" w:rsidP="008C79C7">
            <w:pPr>
              <w:ind w:left="21"/>
              <w:jc w:val="right"/>
              <w:rPr>
                <w:rFonts w:ascii="ＭＳ ゴシック" w:eastAsia="ＭＳ ゴシック"/>
                <w:noProof/>
              </w:rPr>
            </w:pPr>
            <w:r w:rsidRPr="00552FF2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㎥</w:t>
            </w:r>
          </w:p>
        </w:tc>
      </w:tr>
      <w:tr w:rsidR="006247EF" w:rsidTr="008C79C7">
        <w:trPr>
          <w:cantSplit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排　水　区　分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47EF" w:rsidRPr="0044688E" w:rsidRDefault="006247EF" w:rsidP="008C79C7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一般排水</w:t>
            </w:r>
          </w:p>
        </w:tc>
        <w:tc>
          <w:tcPr>
            <w:tcW w:w="13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至</w:t>
            </w:r>
          </w:p>
        </w:tc>
        <w:tc>
          <w:tcPr>
            <w:tcW w:w="142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7EF" w:rsidRDefault="006247EF" w:rsidP="008C79C7">
            <w:pPr>
              <w:ind w:firstLineChars="100" w:firstLine="208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・</w:t>
            </w:r>
          </w:p>
        </w:tc>
        <w:tc>
          <w:tcPr>
            <w:tcW w:w="1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ind w:left="21"/>
              <w:jc w:val="both"/>
              <w:rPr>
                <w:rFonts w:ascii="ＭＳ ゴシック" w:eastAsia="ＭＳ ゴシック"/>
                <w:noProof/>
              </w:rPr>
            </w:pPr>
          </w:p>
        </w:tc>
      </w:tr>
      <w:tr w:rsidR="006247EF" w:rsidTr="008C79C7">
        <w:trPr>
          <w:cantSplit/>
          <w:trHeight w:val="270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6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47EF" w:rsidRPr="0044688E" w:rsidRDefault="006247EF" w:rsidP="008C79C7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2</w:t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工場排水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247EF" w:rsidRPr="00C32CF7" w:rsidRDefault="006247EF" w:rsidP="008C79C7">
            <w:pPr>
              <w:jc w:val="both"/>
              <w:rPr>
                <w:rFonts w:ascii="ＭＳ Ｐゴシック" w:eastAsia="ＭＳ Ｐゴシック" w:hAnsi="ＭＳ Ｐゴシック"/>
                <w:noProof/>
              </w:rPr>
            </w:pP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>下水道使用開始日メーター指針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①          ㎥</w:t>
            </w:r>
          </w:p>
        </w:tc>
      </w:tr>
      <w:tr w:rsidR="006247EF" w:rsidTr="008C79C7">
        <w:trPr>
          <w:cantSplit/>
          <w:trHeight w:val="15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608" w:type="dxa"/>
            <w:tcBorders>
              <w:top w:val="dotted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6247EF" w:rsidRPr="0044688E" w:rsidRDefault="006247EF" w:rsidP="008C79C7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>
              <w:rPr>
                <w:rFonts w:asciiTheme="majorHAnsi" w:eastAsia="ＭＳ ゴシック" w:hAnsiTheme="majorHAnsi" w:cstheme="majorHAnsi" w:hint="eastAsia"/>
                <w:noProof/>
              </w:rPr>
              <w:t>3</w:t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特定排水</w:t>
            </w:r>
          </w:p>
        </w:tc>
        <w:tc>
          <w:tcPr>
            <w:tcW w:w="3120" w:type="dxa"/>
            <w:gridSpan w:val="5"/>
            <w:tcBorders>
              <w:top w:val="dotted" w:sz="4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6247EF" w:rsidRPr="00C32CF7" w:rsidRDefault="006247EF" w:rsidP="008C79C7">
            <w:pPr>
              <w:rPr>
                <w:rFonts w:ascii="ＭＳ Ｐゴシック" w:eastAsia="ＭＳ Ｐゴシック" w:hAnsi="ＭＳ Ｐゴシック"/>
                <w:noProof/>
              </w:rPr>
            </w:pP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 xml:space="preserve">第１回下水道使用量（　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>月分）</w:t>
            </w:r>
          </w:p>
        </w:tc>
        <w:tc>
          <w:tcPr>
            <w:tcW w:w="1712" w:type="dxa"/>
            <w:gridSpan w:val="4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247EF" w:rsidRDefault="006247EF" w:rsidP="008C79C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㎥</w:t>
            </w:r>
          </w:p>
        </w:tc>
      </w:tr>
      <w:tr w:rsidR="006247EF" w:rsidTr="008C79C7">
        <w:trPr>
          <w:cantSplit/>
          <w:trHeight w:val="285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本票の収受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料金担当への送付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料金担当の受領</w:t>
            </w:r>
          </w:p>
        </w:tc>
        <w:tc>
          <w:tcPr>
            <w:tcW w:w="256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水道収納SYSﾃﾞｰﾀ入力</w:t>
            </w:r>
          </w:p>
        </w:tc>
      </w:tr>
      <w:tr w:rsidR="006247EF" w:rsidTr="008C79C7">
        <w:trPr>
          <w:cantSplit/>
          <w:trHeight w:val="216"/>
        </w:trPr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収 受 印</w:t>
            </w:r>
          </w:p>
        </w:tc>
        <w:tc>
          <w:tcPr>
            <w:tcW w:w="89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受領者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送 付 日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 領 日</w:t>
            </w:r>
          </w:p>
        </w:tc>
        <w:tc>
          <w:tcPr>
            <w:tcW w:w="2565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入 力 日</w:t>
            </w:r>
          </w:p>
        </w:tc>
      </w:tr>
      <w:tr w:rsidR="006247EF" w:rsidTr="008C79C7">
        <w:trPr>
          <w:cantSplit/>
          <w:trHeight w:val="420"/>
        </w:trPr>
        <w:tc>
          <w:tcPr>
            <w:tcW w:w="1759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ind w:firstLineChars="250" w:firstLine="520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  <w:tc>
          <w:tcPr>
            <w:tcW w:w="2565" w:type="dxa"/>
            <w:gridSpan w:val="6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</w:tr>
      <w:tr w:rsidR="006247EF" w:rsidTr="008C79C7">
        <w:trPr>
          <w:cantSplit/>
          <w:trHeight w:val="165"/>
        </w:trPr>
        <w:tc>
          <w:tcPr>
            <w:tcW w:w="1759" w:type="dxa"/>
            <w:vMerge/>
            <w:tcBorders>
              <w:left w:val="single" w:sz="12" w:space="0" w:color="auto"/>
              <w:right w:val="dotted" w:sz="4" w:space="0" w:color="auto"/>
            </w:tcBorders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/>
            <w:tcBorders>
              <w:left w:val="dotted" w:sz="4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送 付 者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 領 者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247EF" w:rsidRPr="007C5DC8" w:rsidRDefault="006247EF" w:rsidP="008C79C7">
            <w:pPr>
              <w:jc w:val="center"/>
              <w:rPr>
                <w:rFonts w:ascii="ＭＳ ゴシック" w:eastAsia="ＭＳ ゴシック"/>
                <w:noProof/>
                <w:sz w:val="20"/>
                <w:szCs w:val="20"/>
              </w:rPr>
            </w:pPr>
            <w:r w:rsidRPr="007C5DC8">
              <w:rPr>
                <w:rFonts w:ascii="ＭＳ ゴシック" w:eastAsia="ＭＳ ゴシック" w:hint="eastAsia"/>
                <w:noProof/>
                <w:sz w:val="20"/>
                <w:szCs w:val="20"/>
              </w:rPr>
              <w:t>入力者</w:t>
            </w: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247EF" w:rsidRPr="007C5DC8" w:rsidRDefault="006247EF" w:rsidP="008C79C7">
            <w:pPr>
              <w:ind w:left="6"/>
              <w:jc w:val="center"/>
              <w:rPr>
                <w:rFonts w:ascii="ＭＳ ゴシック" w:eastAsia="ＭＳ ゴシック"/>
                <w:noProof/>
                <w:sz w:val="20"/>
                <w:szCs w:val="20"/>
              </w:rPr>
            </w:pPr>
            <w:r>
              <w:rPr>
                <w:rFonts w:ascii="ＭＳ ゴシック" w:eastAsia="ＭＳ ゴシック" w:hint="eastAsia"/>
                <w:noProof/>
                <w:sz w:val="20"/>
                <w:szCs w:val="20"/>
              </w:rPr>
              <w:t>入力</w:t>
            </w:r>
            <w:r w:rsidRPr="007C5DC8">
              <w:rPr>
                <w:rFonts w:ascii="ＭＳ ゴシック" w:eastAsia="ＭＳ ゴシック" w:hint="eastAsia"/>
                <w:noProof/>
                <w:sz w:val="20"/>
                <w:szCs w:val="20"/>
              </w:rPr>
              <w:t>確認者</w:t>
            </w:r>
          </w:p>
        </w:tc>
      </w:tr>
      <w:tr w:rsidR="006247EF" w:rsidTr="008C79C7">
        <w:trPr>
          <w:cantSplit/>
          <w:trHeight w:val="553"/>
        </w:trPr>
        <w:tc>
          <w:tcPr>
            <w:tcW w:w="1759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6247EF" w:rsidRDefault="006247EF" w:rsidP="008C79C7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47EF" w:rsidRDefault="006247EF" w:rsidP="008C79C7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6247EF" w:rsidRPr="007C5DC8" w:rsidRDefault="006247EF" w:rsidP="008C79C7">
            <w:pPr>
              <w:rPr>
                <w:rFonts w:ascii="ＭＳ ゴシック" w:eastAsia="ＭＳ ゴシック"/>
                <w:noProof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6247EF" w:rsidRPr="007C5DC8" w:rsidRDefault="006247EF" w:rsidP="008C79C7">
            <w:pPr>
              <w:ind w:left="126"/>
              <w:rPr>
                <w:rFonts w:ascii="ＭＳ ゴシック" w:eastAsia="ＭＳ ゴシック"/>
                <w:noProof/>
                <w:sz w:val="20"/>
                <w:szCs w:val="20"/>
              </w:rPr>
            </w:pPr>
          </w:p>
        </w:tc>
      </w:tr>
    </w:tbl>
    <w:p w:rsidR="006247EF" w:rsidRPr="00B41285" w:rsidRDefault="006247EF" w:rsidP="006247EF">
      <w:pPr>
        <w:spacing w:line="20" w:lineRule="exact"/>
        <w:rPr>
          <w:rFonts w:asciiTheme="minorEastAsia" w:hAnsiTheme="minorEastAsia"/>
          <w:sz w:val="24"/>
          <w:szCs w:val="24"/>
        </w:rPr>
      </w:pPr>
    </w:p>
    <w:p w:rsidR="00541BD1" w:rsidRDefault="00541BD1" w:rsidP="00541BD1">
      <w:pPr>
        <w:rPr>
          <w:noProof/>
        </w:rPr>
      </w:pPr>
      <w:r w:rsidRPr="006247EF">
        <w:rPr>
          <w:rFonts w:hint="eastAsia"/>
          <w:noProof/>
          <w:highlight w:val="yellow"/>
        </w:rPr>
        <w:lastRenderedPageBreak/>
        <w:t>別紙様式１</w:t>
      </w:r>
      <w:r w:rsidR="006247EF" w:rsidRPr="006247EF">
        <w:rPr>
          <w:rFonts w:hint="eastAsia"/>
          <w:noProof/>
          <w:highlight w:val="yellow"/>
        </w:rPr>
        <w:t>(</w:t>
      </w:r>
      <w:r w:rsidR="006247EF" w:rsidRPr="006247EF">
        <w:rPr>
          <w:rFonts w:hint="eastAsia"/>
          <w:noProof/>
          <w:highlight w:val="yellow"/>
        </w:rPr>
        <w:t>記入例</w:t>
      </w:r>
      <w:r w:rsidR="006247EF" w:rsidRPr="006247EF">
        <w:rPr>
          <w:rFonts w:hint="eastAsia"/>
          <w:noProof/>
          <w:highlight w:val="yellow"/>
        </w:rPr>
        <w:t>)</w:t>
      </w:r>
      <w:r w:rsidR="001D0E2E">
        <w:rPr>
          <w:rFonts w:hint="eastAsia"/>
          <w:noProof/>
          <w:highlight w:val="yellow"/>
        </w:rPr>
        <w:t>集合住宅</w:t>
      </w:r>
      <w:r w:rsidR="000E7A55">
        <w:rPr>
          <w:rFonts w:hint="eastAsia"/>
          <w:noProof/>
          <w:highlight w:val="yellow"/>
        </w:rPr>
        <w:t>（※メーター毎に作成のこと）</w:t>
      </w:r>
    </w:p>
    <w:p w:rsidR="001C434E" w:rsidRPr="001C434E" w:rsidRDefault="00541BD1" w:rsidP="00541BD1">
      <w:pPr>
        <w:rPr>
          <w:rFonts w:ascii="ＤＨＰ平成明朝体W7" w:eastAsia="ＤＨＰ平成明朝体W7"/>
          <w:noProof/>
          <w:w w:val="200"/>
          <w:sz w:val="24"/>
        </w:rPr>
      </w:pPr>
      <w:r>
        <w:rPr>
          <w:noProof/>
        </w:rPr>
        <w:t xml:space="preserve">                </w:t>
      </w:r>
      <w:r>
        <w:rPr>
          <w:rFonts w:ascii="ＤＨＰ平成明朝体W7" w:eastAsia="ＤＨＰ平成明朝体W7" w:hint="eastAsia"/>
          <w:noProof/>
          <w:w w:val="200"/>
          <w:sz w:val="24"/>
        </w:rPr>
        <w:t>公共下水道使用水量等報告書</w:t>
      </w:r>
    </w:p>
    <w:p w:rsidR="001C434E" w:rsidRDefault="001C434E" w:rsidP="008F48E4">
      <w:pPr>
        <w:jc w:val="right"/>
        <w:rPr>
          <w:noProof/>
        </w:rPr>
      </w:pPr>
    </w:p>
    <w:p w:rsidR="00541BD1" w:rsidRDefault="00424919" w:rsidP="008F48E4">
      <w:pPr>
        <w:jc w:val="right"/>
        <w:rPr>
          <w:noProof/>
        </w:rPr>
      </w:pPr>
      <w:r>
        <w:rPr>
          <w:rFonts w:hint="eastAsia"/>
          <w:noProof/>
        </w:rPr>
        <w:t>令和</w:t>
      </w:r>
      <w:r>
        <w:rPr>
          <w:rFonts w:hint="eastAsia"/>
          <w:noProof/>
          <w:highlight w:val="yellow"/>
        </w:rPr>
        <w:t>元</w:t>
      </w:r>
      <w:r w:rsidR="006247EF">
        <w:rPr>
          <w:rFonts w:hint="eastAsia"/>
          <w:noProof/>
        </w:rPr>
        <w:t>年</w:t>
      </w:r>
      <w:r w:rsidR="006247EF">
        <w:rPr>
          <w:rFonts w:hint="eastAsia"/>
          <w:noProof/>
        </w:rPr>
        <w:t xml:space="preserve"> </w:t>
      </w:r>
      <w:r>
        <w:rPr>
          <w:rFonts w:hint="eastAsia"/>
          <w:noProof/>
          <w:highlight w:val="yellow"/>
        </w:rPr>
        <w:t>７</w:t>
      </w:r>
      <w:r w:rsidR="00044694">
        <w:rPr>
          <w:rFonts w:hint="eastAsia"/>
          <w:noProof/>
        </w:rPr>
        <w:t xml:space="preserve"> </w:t>
      </w:r>
      <w:r w:rsidR="006247EF">
        <w:rPr>
          <w:rFonts w:hint="eastAsia"/>
          <w:noProof/>
        </w:rPr>
        <w:t>月</w:t>
      </w:r>
      <w:r w:rsidR="006247EF">
        <w:rPr>
          <w:rFonts w:hint="eastAsia"/>
          <w:noProof/>
        </w:rPr>
        <w:t xml:space="preserve"> </w:t>
      </w:r>
      <w:r>
        <w:rPr>
          <w:rFonts w:hint="eastAsia"/>
          <w:noProof/>
          <w:highlight w:val="yellow"/>
        </w:rPr>
        <w:t>５</w:t>
      </w:r>
      <w:r w:rsidR="006247EF">
        <w:rPr>
          <w:rFonts w:hint="eastAsia"/>
          <w:noProof/>
        </w:rPr>
        <w:t xml:space="preserve"> </w:t>
      </w:r>
      <w:r w:rsidR="00541BD1">
        <w:rPr>
          <w:rFonts w:hint="eastAsia"/>
          <w:noProof/>
        </w:rPr>
        <w:t>日</w:t>
      </w:r>
    </w:p>
    <w:p w:rsidR="00541BD1" w:rsidRPr="00EC7B1F" w:rsidRDefault="00541BD1" w:rsidP="00541BD1">
      <w:pPr>
        <w:rPr>
          <w:rFonts w:asciiTheme="majorEastAsia" w:eastAsiaTheme="majorEastAsia" w:hAnsiTheme="majorEastAsia"/>
          <w:b/>
          <w:noProof/>
          <w:sz w:val="22"/>
        </w:rPr>
      </w:pPr>
      <w:r w:rsidRPr="00EC7B1F">
        <w:rPr>
          <w:rFonts w:asciiTheme="majorEastAsia" w:eastAsiaTheme="majorEastAsia" w:hAnsiTheme="majorEastAsia" w:hint="eastAsia"/>
          <w:b/>
          <w:noProof/>
          <w:sz w:val="22"/>
        </w:rPr>
        <w:t>公共下水道の使用開始を確認したので、下記のとおり報告します。</w:t>
      </w:r>
      <w:r w:rsidRPr="00EC7B1F">
        <w:rPr>
          <w:rFonts w:asciiTheme="majorEastAsia" w:eastAsiaTheme="majorEastAsia" w:hAnsiTheme="majorEastAsia"/>
          <w:b/>
          <w:noProof/>
          <w:sz w:val="22"/>
        </w:rPr>
        <w:t xml:space="preserve">                       </w:t>
      </w:r>
    </w:p>
    <w:tbl>
      <w:tblPr>
        <w:tblW w:w="9640" w:type="dxa"/>
        <w:tblInd w:w="-1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3"/>
        <w:gridCol w:w="563"/>
        <w:gridCol w:w="2288"/>
        <w:gridCol w:w="1138"/>
        <w:gridCol w:w="567"/>
        <w:gridCol w:w="1276"/>
        <w:gridCol w:w="71"/>
        <w:gridCol w:w="1914"/>
      </w:tblGrid>
      <w:tr w:rsidR="00541BD1" w:rsidTr="00B4790A">
        <w:trPr>
          <w:trHeight w:val="637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1BD1" w:rsidRDefault="000607EC" w:rsidP="00541BD1">
            <w:pPr>
              <w:ind w:righ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/>
            </w:r>
            <w:r w:rsidR="00541BD1">
              <w:rPr>
                <w:noProof/>
              </w:rPr>
              <w:instrText>eq \o\ad(</w:instrText>
            </w:r>
            <w:r w:rsidR="00541BD1">
              <w:rPr>
                <w:rFonts w:hint="eastAsia"/>
                <w:noProof/>
              </w:rPr>
              <w:instrText>排水設備設置場所</w:instrText>
            </w:r>
            <w:r w:rsidR="00541BD1">
              <w:rPr>
                <w:noProof/>
              </w:rPr>
              <w:instrText>,                 )</w:instrText>
            </w:r>
            <w:r>
              <w:rPr>
                <w:noProof/>
              </w:rPr>
              <w:fldChar w:fldCharType="end"/>
            </w:r>
          </w:p>
        </w:tc>
        <w:tc>
          <w:tcPr>
            <w:tcW w:w="781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1BD1" w:rsidRDefault="00541BD1" w:rsidP="00817134">
            <w:pPr>
              <w:ind w:right="-57"/>
              <w:jc w:val="both"/>
              <w:rPr>
                <w:noProof/>
              </w:rPr>
            </w:pPr>
            <w:r>
              <w:rPr>
                <w:noProof/>
              </w:rPr>
              <w:t xml:space="preserve">                     </w:t>
            </w:r>
            <w:r w:rsidR="005B068A">
              <w:rPr>
                <w:rFonts w:hint="eastAsia"/>
                <w:noProof/>
              </w:rPr>
              <w:t xml:space="preserve">　</w:t>
            </w: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>字</w:t>
            </w:r>
            <w:r w:rsidR="006247EF">
              <w:rPr>
                <w:rFonts w:hint="eastAsia"/>
                <w:noProof/>
              </w:rPr>
              <w:t xml:space="preserve">                       </w:t>
            </w:r>
            <w:r w:rsidR="006247EF">
              <w:rPr>
                <w:rFonts w:hint="eastAsia"/>
                <w:noProof/>
                <w:highlight w:val="yellow"/>
              </w:rPr>
              <w:t>手作り</w:t>
            </w:r>
            <w:r w:rsidR="006247EF" w:rsidRPr="006247EF">
              <w:rPr>
                <w:rFonts w:hint="eastAsia"/>
                <w:noProof/>
                <w:highlight w:val="yellow"/>
              </w:rPr>
              <w:t>アパート</w:t>
            </w:r>
          </w:p>
          <w:p w:rsidR="00541BD1" w:rsidRDefault="00541BD1" w:rsidP="006247EF">
            <w:pPr>
              <w:ind w:right="-57"/>
              <w:jc w:val="both"/>
              <w:rPr>
                <w:noProof/>
              </w:rPr>
            </w:pPr>
            <w:r>
              <w:rPr>
                <w:noProof/>
              </w:rPr>
              <w:t xml:space="preserve">  </w:t>
            </w:r>
            <w:r>
              <w:rPr>
                <w:rFonts w:hint="eastAsia"/>
                <w:noProof/>
              </w:rPr>
              <w:t>利府町</w:t>
            </w:r>
            <w:r>
              <w:rPr>
                <w:noProof/>
              </w:rPr>
              <w:t xml:space="preserve">  </w:t>
            </w:r>
            <w:r w:rsidR="006247EF" w:rsidRPr="006247EF">
              <w:rPr>
                <w:noProof/>
                <w:highlight w:val="yellow"/>
              </w:rPr>
              <w:t>中央一丁目</w:t>
            </w:r>
            <w:r w:rsidR="006247EF">
              <w:rPr>
                <w:noProof/>
              </w:rPr>
              <w:t xml:space="preserve"> </w:t>
            </w:r>
            <w:r w:rsidR="006247EF">
              <w:rPr>
                <w:rFonts w:hint="eastAsia"/>
                <w:noProof/>
              </w:rPr>
              <w:t xml:space="preserve">   </w:t>
            </w:r>
            <w:r>
              <w:rPr>
                <w:rFonts w:hint="eastAsia"/>
                <w:noProof/>
              </w:rPr>
              <w:t>丁目</w:t>
            </w:r>
            <w:r w:rsidR="006247EF">
              <w:rPr>
                <w:rFonts w:hint="eastAsia"/>
                <w:noProof/>
              </w:rPr>
              <w:t xml:space="preserve">  </w:t>
            </w:r>
            <w:r w:rsidR="006247EF" w:rsidRPr="006247EF">
              <w:rPr>
                <w:rFonts w:hint="eastAsia"/>
                <w:noProof/>
                <w:highlight w:val="yellow"/>
              </w:rPr>
              <w:t>９９９番９９</w:t>
            </w:r>
            <w:r w:rsidR="00A84B68">
              <w:rPr>
                <w:rFonts w:hint="eastAsia"/>
                <w:noProof/>
              </w:rPr>
              <w:t xml:space="preserve">　</w:t>
            </w:r>
            <w:r w:rsidR="006247EF">
              <w:rPr>
                <w:rFonts w:hint="eastAsia"/>
                <w:noProof/>
              </w:rPr>
              <w:t xml:space="preserve">          </w:t>
            </w:r>
            <w:r>
              <w:rPr>
                <w:rFonts w:hint="eastAsia"/>
                <w:noProof/>
              </w:rPr>
              <w:t>（</w:t>
            </w:r>
            <w:r w:rsidR="00A84B68">
              <w:rPr>
                <w:rFonts w:hint="eastAsia"/>
                <w:noProof/>
              </w:rPr>
              <w:t xml:space="preserve">　</w:t>
            </w:r>
            <w:r w:rsidR="006247EF" w:rsidRPr="006247EF">
              <w:rPr>
                <w:rFonts w:hint="eastAsia"/>
                <w:noProof/>
                <w:highlight w:val="yellow"/>
              </w:rPr>
              <w:t>９９９</w:t>
            </w:r>
            <w:r w:rsidR="006247EF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号室）</w:t>
            </w:r>
          </w:p>
        </w:tc>
      </w:tr>
      <w:tr w:rsidR="00541BD1" w:rsidTr="006247EF"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41BD1" w:rsidRPr="00B4790A" w:rsidRDefault="000607EC" w:rsidP="00541BD1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  <w:kern w:val="0"/>
              </w:rPr>
            </w:pPr>
            <w:r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-364752128"/>
              </w:rPr>
              <w:fldChar w:fldCharType="begin"/>
            </w:r>
            <w:r w:rsidR="00541BD1"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-364752128"/>
              </w:rPr>
              <w:instrText>eq \o\ad(</w:instrText>
            </w:r>
            <w:r w:rsidR="00541BD1"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-364752128"/>
              </w:rPr>
              <w:instrText xml:space="preserve">使　　</w:instrText>
            </w:r>
            <w:r w:rsidR="00541BD1"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-364752128"/>
              </w:rPr>
              <w:instrText xml:space="preserve"> </w:instrText>
            </w:r>
            <w:r w:rsidR="00541BD1"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-364752128"/>
              </w:rPr>
              <w:instrText>用</w:instrText>
            </w:r>
            <w:r w:rsidR="00541BD1"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-364752128"/>
              </w:rPr>
              <w:instrText xml:space="preserve"> </w:instrText>
            </w:r>
            <w:r w:rsidR="00541BD1" w:rsidRPr="008565FB">
              <w:rPr>
                <w:rFonts w:asciiTheme="majorEastAsia" w:eastAsiaTheme="majorEastAsia" w:hAnsiTheme="majorEastAsia" w:hint="eastAsia"/>
                <w:b/>
                <w:noProof/>
                <w:w w:val="80"/>
                <w:kern w:val="0"/>
                <w:fitText w:val="1664" w:id="-364752128"/>
              </w:rPr>
              <w:instrText xml:space="preserve">　　者</w:instrText>
            </w:r>
            <w:r w:rsidR="00541BD1" w:rsidRPr="008565FB">
              <w:rPr>
                <w:rFonts w:asciiTheme="majorEastAsia" w:eastAsiaTheme="majorEastAsia" w:hAnsiTheme="majorEastAsia"/>
                <w:b/>
                <w:noProof/>
                <w:w w:val="80"/>
                <w:kern w:val="0"/>
                <w:fitText w:val="1664" w:id="-364752128"/>
              </w:rPr>
              <w:instrText xml:space="preserve">,                </w:instrText>
            </w:r>
            <w:r w:rsidR="00541BD1" w:rsidRPr="008565FB">
              <w:rPr>
                <w:rFonts w:asciiTheme="majorEastAsia" w:eastAsiaTheme="majorEastAsia" w:hAnsiTheme="majorEastAsia"/>
                <w:b/>
                <w:noProof/>
                <w:spacing w:val="-135"/>
                <w:w w:val="80"/>
                <w:kern w:val="0"/>
                <w:fitText w:val="1664" w:id="-364752128"/>
              </w:rPr>
              <w:instrText xml:space="preserve"> )</w:instrText>
            </w:r>
            <w:r w:rsidRPr="008565FB">
              <w:rPr>
                <w:rFonts w:asciiTheme="majorEastAsia" w:eastAsiaTheme="majorEastAsia" w:hAnsiTheme="majorEastAsia"/>
                <w:b/>
                <w:noProof/>
                <w:spacing w:val="-135"/>
                <w:w w:val="80"/>
                <w:kern w:val="0"/>
                <w:fitText w:val="1664" w:id="-364752128"/>
              </w:rPr>
              <w:fldChar w:fldCharType="end"/>
            </w:r>
          </w:p>
          <w:p w:rsidR="00991DB3" w:rsidRPr="00B4790A" w:rsidRDefault="00991DB3" w:rsidP="00541BD1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8565FB">
              <w:rPr>
                <w:rFonts w:asciiTheme="majorEastAsia" w:eastAsiaTheme="majorEastAsia" w:hAnsiTheme="majorEastAsia" w:hint="eastAsia"/>
                <w:b/>
                <w:noProof/>
                <w:kern w:val="0"/>
                <w:fitText w:val="1640" w:id="-320612351"/>
              </w:rPr>
              <w:t>（料金支払者</w:t>
            </w:r>
            <w:r w:rsidRPr="008565FB">
              <w:rPr>
                <w:rFonts w:asciiTheme="majorEastAsia" w:eastAsiaTheme="majorEastAsia" w:hAnsiTheme="majorEastAsia" w:hint="eastAsia"/>
                <w:b/>
                <w:noProof/>
                <w:spacing w:val="30"/>
                <w:kern w:val="0"/>
                <w:fitText w:val="1640" w:id="-320612351"/>
              </w:rPr>
              <w:t>）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1BD1" w:rsidRPr="00B4790A" w:rsidRDefault="00541BD1" w:rsidP="00541BD1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住</w:t>
            </w:r>
          </w:p>
          <w:p w:rsidR="00541BD1" w:rsidRPr="00B4790A" w:rsidRDefault="00541BD1" w:rsidP="00541BD1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所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1BD1" w:rsidRPr="006247EF" w:rsidRDefault="006247EF" w:rsidP="006247EF">
            <w:pPr>
              <w:ind w:right="-57"/>
              <w:jc w:val="both"/>
              <w:rPr>
                <w:rFonts w:asciiTheme="majorEastAsia" w:eastAsiaTheme="majorEastAsia" w:hAnsiTheme="majorEastAsia"/>
                <w:noProof/>
                <w:highlight w:val="yellow"/>
              </w:rPr>
            </w:pPr>
            <w:r w:rsidRPr="006247EF">
              <w:rPr>
                <w:rFonts w:asciiTheme="majorEastAsia" w:eastAsiaTheme="majorEastAsia" w:hAnsiTheme="majorEastAsia" w:hint="eastAsia"/>
                <w:noProof/>
                <w:highlight w:val="yellow"/>
              </w:rPr>
              <w:t>利府町しらかし台999番99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41BD1" w:rsidRPr="00B4790A" w:rsidRDefault="00541BD1" w:rsidP="00A84B68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氏</w:t>
            </w:r>
          </w:p>
          <w:p w:rsidR="00541BD1" w:rsidRPr="00B4790A" w:rsidRDefault="00541BD1" w:rsidP="00A84B68">
            <w:pPr>
              <w:ind w:right="-57"/>
              <w:jc w:val="center"/>
              <w:rPr>
                <w:rFonts w:asciiTheme="majorEastAsia" w:eastAsiaTheme="majorEastAsia" w:hAnsiTheme="majorEastAsia"/>
                <w:b/>
                <w:noProof/>
              </w:rPr>
            </w:pPr>
            <w:r w:rsidRPr="00B4790A">
              <w:rPr>
                <w:rFonts w:asciiTheme="majorEastAsia" w:eastAsiaTheme="majorEastAsia" w:hAnsiTheme="majorEastAsia" w:hint="eastAsia"/>
                <w:b/>
                <w:noProof/>
              </w:rPr>
              <w:t>名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41BD1" w:rsidRPr="006247EF" w:rsidRDefault="006247EF" w:rsidP="006247EF">
            <w:pPr>
              <w:ind w:right="-57"/>
              <w:jc w:val="both"/>
              <w:rPr>
                <w:rFonts w:asciiTheme="majorEastAsia" w:eastAsiaTheme="majorEastAsia" w:hAnsiTheme="majorEastAsia"/>
                <w:noProof/>
              </w:rPr>
            </w:pPr>
            <w:r w:rsidRPr="006247EF">
              <w:rPr>
                <w:rFonts w:asciiTheme="majorEastAsia" w:eastAsiaTheme="majorEastAsia" w:hAnsiTheme="majorEastAsia" w:hint="eastAsia"/>
                <w:noProof/>
                <w:highlight w:val="yellow"/>
              </w:rPr>
              <w:t>手締</w:t>
            </w:r>
            <w:r w:rsidR="001D0E2E">
              <w:rPr>
                <w:rFonts w:asciiTheme="majorEastAsia" w:eastAsiaTheme="majorEastAsia" w:hAnsiTheme="majorEastAsia" w:hint="eastAsia"/>
                <w:noProof/>
                <w:highlight w:val="yellow"/>
              </w:rPr>
              <w:t>商事㈱</w:t>
            </w:r>
          </w:p>
        </w:tc>
      </w:tr>
      <w:tr w:rsidR="0015573F" w:rsidTr="00B4790A">
        <w:trPr>
          <w:cantSplit/>
          <w:trHeight w:val="588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73F" w:rsidRDefault="000607EC" w:rsidP="00E12868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30"/>
                <w:kern w:val="0"/>
                <w:fitText w:val="1664" w:id="-364752127"/>
              </w:rPr>
              <w:fldChar w:fldCharType="begin"/>
            </w:r>
            <w:r w:rsidR="0015573F" w:rsidRPr="008565FB">
              <w:rPr>
                <w:noProof/>
                <w:spacing w:val="30"/>
                <w:kern w:val="0"/>
                <w:fitText w:val="1664" w:id="-364752127"/>
              </w:rPr>
              <w:instrText>eq \o\ad(</w:instrText>
            </w:r>
            <w:r w:rsidR="0015573F" w:rsidRPr="008565FB">
              <w:rPr>
                <w:rFonts w:hint="eastAsia"/>
                <w:noProof/>
                <w:spacing w:val="30"/>
                <w:kern w:val="0"/>
                <w:fitText w:val="1664" w:id="-364752127"/>
              </w:rPr>
              <w:instrText>確認番号</w:instrText>
            </w:r>
            <w:r w:rsidR="0015573F" w:rsidRPr="008565FB">
              <w:rPr>
                <w:noProof/>
                <w:spacing w:val="30"/>
                <w:kern w:val="0"/>
                <w:fitText w:val="1664" w:id="-364752127"/>
              </w:rPr>
              <w:instrText xml:space="preserve">,                </w:instrText>
            </w:r>
            <w:r w:rsidR="0015573F" w:rsidRPr="008565FB">
              <w:rPr>
                <w:noProof/>
                <w:spacing w:val="150"/>
                <w:kern w:val="0"/>
                <w:fitText w:val="1664" w:id="-364752127"/>
              </w:rPr>
              <w:instrText xml:space="preserve"> )</w:instrText>
            </w:r>
            <w:r w:rsidRPr="008565FB">
              <w:rPr>
                <w:noProof/>
                <w:spacing w:val="150"/>
                <w:kern w:val="0"/>
                <w:fitText w:val="1664" w:id="-364752127"/>
              </w:rPr>
              <w:fldChar w:fldCharType="end"/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573F" w:rsidRDefault="00424919" w:rsidP="00B4790A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 xml:space="preserve">令和　</w:t>
            </w:r>
            <w:r>
              <w:rPr>
                <w:rFonts w:hint="eastAsia"/>
                <w:noProof/>
                <w:highlight w:val="yellow"/>
              </w:rPr>
              <w:t>元</w:t>
            </w:r>
            <w:r w:rsidR="0015573F">
              <w:rPr>
                <w:rFonts w:hint="eastAsia"/>
                <w:noProof/>
              </w:rPr>
              <w:t>年度</w:t>
            </w:r>
            <w:r w:rsidR="00B4790A">
              <w:rPr>
                <w:rFonts w:hint="eastAsia"/>
                <w:noProof/>
              </w:rPr>
              <w:t xml:space="preserve">　　</w:t>
            </w:r>
            <w:r w:rsidR="006247EF">
              <w:rPr>
                <w:rFonts w:hint="eastAsia"/>
                <w:noProof/>
              </w:rPr>
              <w:t xml:space="preserve">第　</w:t>
            </w:r>
            <w:r w:rsidR="006247EF" w:rsidRPr="006247EF">
              <w:rPr>
                <w:rFonts w:hint="eastAsia"/>
                <w:noProof/>
                <w:highlight w:val="yellow"/>
              </w:rPr>
              <w:t>９９９９</w:t>
            </w:r>
            <w:r w:rsidR="0015573F">
              <w:rPr>
                <w:noProof/>
              </w:rPr>
              <w:t xml:space="preserve"> </w:t>
            </w:r>
            <w:r w:rsidR="0015573F">
              <w:rPr>
                <w:rFonts w:hint="eastAsia"/>
                <w:noProof/>
              </w:rPr>
              <w:t>号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5573F" w:rsidRDefault="0015573F" w:rsidP="00541BD1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排水設備番号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73F" w:rsidRDefault="006247EF" w:rsidP="00541BD1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第</w:t>
            </w:r>
            <w:r>
              <w:rPr>
                <w:rFonts w:hint="eastAsia"/>
                <w:noProof/>
              </w:rPr>
              <w:t xml:space="preserve"> </w:t>
            </w:r>
            <w:r w:rsidRPr="006247EF">
              <w:rPr>
                <w:rFonts w:hint="eastAsia"/>
                <w:noProof/>
                <w:highlight w:val="yellow"/>
              </w:rPr>
              <w:t>９１１１１</w:t>
            </w:r>
            <w:r w:rsidR="0015573F">
              <w:rPr>
                <w:rFonts w:hint="eastAsia"/>
                <w:noProof/>
              </w:rPr>
              <w:t xml:space="preserve">　号</w:t>
            </w:r>
          </w:p>
        </w:tc>
      </w:tr>
      <w:tr w:rsidR="00B4790A" w:rsidTr="00B4790A">
        <w:trPr>
          <w:trHeight w:val="588"/>
        </w:trPr>
        <w:tc>
          <w:tcPr>
            <w:tcW w:w="182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4790A" w:rsidRDefault="00B4790A" w:rsidP="00541BD1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180"/>
                <w:kern w:val="0"/>
                <w:fitText w:val="1664" w:id="-364752125"/>
              </w:rPr>
              <w:fldChar w:fldCharType="begin"/>
            </w:r>
            <w:r w:rsidRPr="008565FB">
              <w:rPr>
                <w:noProof/>
                <w:spacing w:val="180"/>
                <w:kern w:val="0"/>
                <w:fitText w:val="1664" w:id="-364752125"/>
              </w:rPr>
              <w:instrText>eq \o\ad(</w:instrText>
            </w:r>
            <w:r w:rsidRPr="008565FB">
              <w:rPr>
                <w:rFonts w:hint="eastAsia"/>
                <w:noProof/>
                <w:spacing w:val="180"/>
                <w:kern w:val="0"/>
                <w:fitText w:val="1664" w:id="-364752125"/>
              </w:rPr>
              <w:instrText>排水設備工事の</w:instrText>
            </w:r>
            <w:r w:rsidRPr="008565FB">
              <w:rPr>
                <w:noProof/>
                <w:spacing w:val="180"/>
                <w:kern w:val="0"/>
                <w:fitText w:val="1664" w:id="-364752125"/>
              </w:rPr>
              <w:instrText xml:space="preserve">,                </w:instrText>
            </w:r>
            <w:r w:rsidRPr="008565FB">
              <w:rPr>
                <w:noProof/>
                <w:spacing w:val="-2250"/>
                <w:kern w:val="0"/>
                <w:fitText w:val="1664" w:id="-364752125"/>
              </w:rPr>
              <w:instrText xml:space="preserve"> )</w:instrText>
            </w:r>
            <w:r w:rsidRPr="008565FB">
              <w:rPr>
                <w:noProof/>
                <w:spacing w:val="-2250"/>
                <w:kern w:val="0"/>
                <w:fitText w:val="1664" w:id="-364752125"/>
              </w:rPr>
              <w:fldChar w:fldCharType="end"/>
            </w:r>
          </w:p>
          <w:p w:rsidR="00B4790A" w:rsidRDefault="00B4790A" w:rsidP="00541BD1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30"/>
                <w:kern w:val="0"/>
                <w:fitText w:val="1664" w:id="-364752124"/>
              </w:rPr>
              <w:fldChar w:fldCharType="begin"/>
            </w:r>
            <w:r w:rsidRPr="008565FB">
              <w:rPr>
                <w:noProof/>
                <w:spacing w:val="30"/>
                <w:kern w:val="0"/>
                <w:fitText w:val="1664" w:id="-364752124"/>
              </w:rPr>
              <w:instrText>eq \o\ad(</w:instrText>
            </w:r>
            <w:r w:rsidRPr="008565FB">
              <w:rPr>
                <w:rFonts w:hint="eastAsia"/>
                <w:noProof/>
                <w:spacing w:val="30"/>
                <w:kern w:val="0"/>
                <w:fitText w:val="1664" w:id="-364752124"/>
              </w:rPr>
              <w:instrText>完了日</w:instrText>
            </w:r>
            <w:r w:rsidRPr="008565FB">
              <w:rPr>
                <w:noProof/>
                <w:spacing w:val="30"/>
                <w:kern w:val="0"/>
                <w:fitText w:val="1664" w:id="-364752124"/>
              </w:rPr>
              <w:instrText xml:space="preserve">,                </w:instrText>
            </w:r>
            <w:r w:rsidRPr="008565FB">
              <w:rPr>
                <w:noProof/>
                <w:spacing w:val="150"/>
                <w:kern w:val="0"/>
                <w:fitText w:val="1664" w:id="-364752124"/>
              </w:rPr>
              <w:instrText xml:space="preserve"> )</w:instrText>
            </w:r>
            <w:r w:rsidRPr="008565FB">
              <w:rPr>
                <w:noProof/>
                <w:spacing w:val="150"/>
                <w:kern w:val="0"/>
                <w:fitText w:val="1664" w:id="-364752124"/>
              </w:rPr>
              <w:fldChar w:fldCharType="end"/>
            </w:r>
          </w:p>
        </w:tc>
        <w:tc>
          <w:tcPr>
            <w:tcW w:w="3989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4790A" w:rsidRDefault="00424919" w:rsidP="00B4790A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>
              <w:rPr>
                <w:rFonts w:hint="eastAsia"/>
                <w:noProof/>
                <w:highlight w:val="yellow"/>
              </w:rPr>
              <w:t>元</w:t>
            </w:r>
            <w:r w:rsidR="006247EF">
              <w:rPr>
                <w:rFonts w:hint="eastAsia"/>
                <w:noProof/>
              </w:rPr>
              <w:t>年</w:t>
            </w:r>
            <w:r w:rsidR="006247EF"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  <w:highlight w:val="yellow"/>
              </w:rPr>
              <w:t>７</w:t>
            </w:r>
            <w:r w:rsidR="00B4790A">
              <w:rPr>
                <w:rFonts w:hint="eastAsia"/>
                <w:noProof/>
              </w:rPr>
              <w:t xml:space="preserve"> </w:t>
            </w:r>
            <w:r w:rsidR="006247EF">
              <w:rPr>
                <w:rFonts w:hint="eastAsia"/>
                <w:noProof/>
              </w:rPr>
              <w:t>月</w:t>
            </w:r>
            <w:r>
              <w:rPr>
                <w:rFonts w:hint="eastAsia"/>
                <w:noProof/>
                <w:highlight w:val="yellow"/>
              </w:rPr>
              <w:t>５</w:t>
            </w:r>
            <w:r w:rsidR="00B4790A">
              <w:rPr>
                <w:rFonts w:hint="eastAsia"/>
                <w:noProof/>
              </w:rPr>
              <w:t>日　完了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790A" w:rsidRDefault="00B4790A" w:rsidP="00B4790A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水道メーター番号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6269A7" w:rsidRDefault="00542F8E" w:rsidP="00B4790A">
            <w:pPr>
              <w:ind w:right="-57"/>
              <w:rPr>
                <w:noProof/>
              </w:rPr>
            </w:pPr>
            <w:r>
              <w:rPr>
                <w:rFonts w:hint="eastAsia"/>
                <w:noProof/>
                <w:highlight w:val="yellow"/>
              </w:rPr>
              <w:t>利水</w:t>
            </w:r>
            <w:r w:rsidR="006269A7" w:rsidRPr="006269A7">
              <w:rPr>
                <w:rFonts w:hint="eastAsia"/>
                <w:noProof/>
                <w:highlight w:val="yellow"/>
              </w:rPr>
              <w:t>28AA15331</w:t>
            </w:r>
          </w:p>
        </w:tc>
      </w:tr>
      <w:tr w:rsidR="00050FD6" w:rsidTr="00B4790A">
        <w:trPr>
          <w:trHeight w:val="638"/>
        </w:trPr>
        <w:tc>
          <w:tcPr>
            <w:tcW w:w="1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50FD6" w:rsidRDefault="00050FD6" w:rsidP="00817134">
            <w:pPr>
              <w:ind w:right="-57"/>
              <w:jc w:val="center"/>
              <w:rPr>
                <w:noProof/>
              </w:rPr>
            </w:pPr>
            <w:r w:rsidRPr="00190B47">
              <w:rPr>
                <w:rFonts w:hint="eastAsia"/>
                <w:noProof/>
                <w:spacing w:val="16"/>
                <w:kern w:val="0"/>
                <w:fitText w:val="1664" w:id="-359491583"/>
              </w:rPr>
              <w:t xml:space="preserve">下　水　区　</w:t>
            </w:r>
            <w:r w:rsidRPr="00190B47">
              <w:rPr>
                <w:rFonts w:hint="eastAsia"/>
                <w:noProof/>
                <w:spacing w:val="1"/>
                <w:kern w:val="0"/>
                <w:fitText w:val="1664" w:id="-359491583"/>
              </w:rPr>
              <w:t>分</w:t>
            </w:r>
          </w:p>
          <w:p w:rsidR="00050FD6" w:rsidRDefault="00050FD6" w:rsidP="00050FD6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（使用水の区分）</w:t>
            </w:r>
          </w:p>
        </w:tc>
        <w:tc>
          <w:tcPr>
            <w:tcW w:w="7817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36212" w:rsidRDefault="006247EF" w:rsidP="00050FD6">
            <w:pPr>
              <w:ind w:right="-57" w:firstLineChars="50" w:firstLine="104"/>
              <w:rPr>
                <w:rFonts w:asciiTheme="majorHAnsi" w:cstheme="majorHAnsi"/>
                <w:noProof/>
              </w:rPr>
            </w:pPr>
            <w:r w:rsidRPr="006247EF">
              <w:rPr>
                <w:rFonts w:asciiTheme="majorHAnsi" w:hAnsiTheme="majorHAnsi" w:cstheme="majorHAnsi"/>
                <w:noProof/>
                <w:highlight w:val="yellow"/>
              </w:rPr>
              <w:fldChar w:fldCharType="begin"/>
            </w:r>
            <w:r w:rsidRPr="006247EF">
              <w:rPr>
                <w:rFonts w:asciiTheme="majorHAnsi" w:hAnsiTheme="majorHAnsi" w:cstheme="majorHAnsi"/>
                <w:noProof/>
                <w:highlight w:val="yellow"/>
              </w:rPr>
              <w:instrText xml:space="preserve"> </w:instrText>
            </w:r>
            <w:r w:rsidRPr="006247EF">
              <w:rPr>
                <w:rFonts w:asciiTheme="majorHAnsi" w:hAnsiTheme="majorHAnsi" w:cstheme="majorHAnsi" w:hint="eastAsia"/>
                <w:noProof/>
                <w:highlight w:val="yellow"/>
              </w:rPr>
              <w:instrText>eq \o\ac(</w:instrText>
            </w:r>
            <w:r w:rsidRPr="006247EF">
              <w:rPr>
                <w:rFonts w:asciiTheme="majorHAnsi" w:hAnsiTheme="majorHAnsi" w:cstheme="majorHAnsi" w:hint="eastAsia"/>
                <w:noProof/>
                <w:highlight w:val="yellow"/>
              </w:rPr>
              <w:instrText>○</w:instrText>
            </w:r>
            <w:r w:rsidRPr="006247EF">
              <w:rPr>
                <w:rFonts w:asciiTheme="majorHAnsi" w:hAnsiTheme="majorHAnsi" w:cstheme="majorHAnsi" w:hint="eastAsia"/>
                <w:noProof/>
                <w:highlight w:val="yellow"/>
              </w:rPr>
              <w:instrText>,</w:instrText>
            </w:r>
            <w:r w:rsidRPr="006247EF">
              <w:rPr>
                <w:rFonts w:ascii="Arial" w:hAnsiTheme="majorHAnsi" w:cstheme="majorHAnsi" w:hint="eastAsia"/>
                <w:noProof/>
                <w:position w:val="2"/>
                <w:sz w:val="14"/>
                <w:highlight w:val="yellow"/>
              </w:rPr>
              <w:instrText>1</w:instrText>
            </w:r>
            <w:r w:rsidRPr="006247EF">
              <w:rPr>
                <w:rFonts w:asciiTheme="majorHAnsi" w:hAnsiTheme="majorHAnsi" w:cstheme="majorHAnsi" w:hint="eastAsia"/>
                <w:noProof/>
                <w:highlight w:val="yellow"/>
              </w:rPr>
              <w:instrText>)</w:instrText>
            </w:r>
            <w:r w:rsidRPr="006247EF">
              <w:rPr>
                <w:rFonts w:asciiTheme="majorHAnsi" w:hAnsiTheme="majorHAnsi" w:cstheme="majorHAnsi"/>
                <w:noProof/>
                <w:highlight w:val="yellow"/>
              </w:rPr>
              <w:fldChar w:fldCharType="end"/>
            </w:r>
            <w:r w:rsidR="00050FD6" w:rsidRPr="00E30DFD">
              <w:rPr>
                <w:rFonts w:asciiTheme="majorHAnsi" w:hAnsiTheme="majorHAnsi" w:cstheme="majorHAnsi"/>
                <w:noProof/>
              </w:rPr>
              <w:t xml:space="preserve"> </w:t>
            </w:r>
            <w:r w:rsidR="00050FD6" w:rsidRPr="00E30DFD">
              <w:rPr>
                <w:rFonts w:asciiTheme="majorHAnsi" w:cstheme="majorHAnsi"/>
                <w:noProof/>
              </w:rPr>
              <w:t xml:space="preserve">上水のみ　</w:t>
            </w:r>
            <w:r w:rsidR="00236212">
              <w:rPr>
                <w:rFonts w:asciiTheme="majorHAnsi" w:cstheme="majorHAnsi" w:hint="eastAsia"/>
                <w:noProof/>
              </w:rPr>
              <w:t xml:space="preserve">　</w:t>
            </w:r>
            <w:r w:rsidR="00050FD6" w:rsidRPr="00E30DFD">
              <w:rPr>
                <w:rFonts w:asciiTheme="majorHAnsi" w:hAnsiTheme="majorHAnsi" w:cstheme="majorHAnsi"/>
                <w:noProof/>
              </w:rPr>
              <w:t xml:space="preserve">2 </w:t>
            </w:r>
            <w:r w:rsidR="00050FD6" w:rsidRPr="00E30DFD">
              <w:rPr>
                <w:rFonts w:asciiTheme="majorHAnsi" w:cstheme="majorHAnsi"/>
                <w:noProof/>
              </w:rPr>
              <w:t>上水＋井戸</w:t>
            </w:r>
            <w:r w:rsidR="00050FD6">
              <w:rPr>
                <w:rFonts w:asciiTheme="majorHAnsi" w:cstheme="majorHAnsi" w:hint="eastAsia"/>
                <w:noProof/>
              </w:rPr>
              <w:t xml:space="preserve">　</w:t>
            </w:r>
            <w:r w:rsidR="00236212">
              <w:rPr>
                <w:rFonts w:asciiTheme="majorHAnsi" w:cstheme="majorHAnsi" w:hint="eastAsia"/>
                <w:noProof/>
              </w:rPr>
              <w:t xml:space="preserve">　</w:t>
            </w:r>
            <w:r w:rsidR="00050FD6" w:rsidRPr="00E30DFD">
              <w:rPr>
                <w:rFonts w:asciiTheme="majorHAnsi" w:hAnsiTheme="majorHAnsi" w:cstheme="majorHAnsi"/>
                <w:noProof/>
              </w:rPr>
              <w:t xml:space="preserve">5 </w:t>
            </w:r>
            <w:r w:rsidR="00050FD6" w:rsidRPr="00E30DFD">
              <w:rPr>
                <w:rFonts w:asciiTheme="majorHAnsi" w:cstheme="majorHAnsi"/>
                <w:noProof/>
              </w:rPr>
              <w:t xml:space="preserve">井戸のみ　</w:t>
            </w:r>
          </w:p>
          <w:p w:rsidR="00050FD6" w:rsidRDefault="00050FD6" w:rsidP="00236212">
            <w:pPr>
              <w:ind w:right="-57" w:firstLineChars="150" w:firstLine="312"/>
              <w:rPr>
                <w:noProof/>
              </w:rPr>
            </w:pPr>
            <w:r>
              <w:rPr>
                <w:rFonts w:asciiTheme="majorHAnsi" w:cstheme="majorHAnsi" w:hint="eastAsia"/>
                <w:noProof/>
              </w:rPr>
              <w:t xml:space="preserve">その他（　　　　</w:t>
            </w:r>
            <w:r w:rsidR="00236212">
              <w:rPr>
                <w:rFonts w:asciiTheme="majorHAnsi" w:cstheme="majorHAnsi" w:hint="eastAsia"/>
                <w:noProof/>
              </w:rPr>
              <w:t xml:space="preserve">　　　　　　　　　　　　　　　</w:t>
            </w:r>
            <w:r>
              <w:rPr>
                <w:rFonts w:asciiTheme="majorHAnsi" w:cstheme="majorHAnsi" w:hint="eastAsia"/>
                <w:noProof/>
              </w:rPr>
              <w:t xml:space="preserve">　　　</w:t>
            </w:r>
            <w:r w:rsidR="00236212">
              <w:rPr>
                <w:rFonts w:asciiTheme="majorHAnsi" w:cstheme="majorHAnsi" w:hint="eastAsia"/>
                <w:noProof/>
              </w:rPr>
              <w:t xml:space="preserve">　　</w:t>
            </w:r>
            <w:r>
              <w:rPr>
                <w:rFonts w:asciiTheme="majorHAnsi" w:cstheme="majorHAnsi" w:hint="eastAsia"/>
                <w:noProof/>
              </w:rPr>
              <w:t xml:space="preserve">　　　</w:t>
            </w:r>
            <w:r w:rsidR="00236212">
              <w:rPr>
                <w:rFonts w:asciiTheme="majorHAnsi" w:cstheme="majorHAnsi" w:hint="eastAsia"/>
                <w:noProof/>
              </w:rPr>
              <w:t xml:space="preserve">　　</w:t>
            </w:r>
            <w:r>
              <w:rPr>
                <w:rFonts w:asciiTheme="majorHAnsi" w:cstheme="majorHAnsi" w:hint="eastAsia"/>
                <w:noProof/>
              </w:rPr>
              <w:t xml:space="preserve">　）</w:t>
            </w:r>
          </w:p>
        </w:tc>
      </w:tr>
      <w:tr w:rsidR="00AD490A" w:rsidTr="00B4790A">
        <w:trPr>
          <w:trHeight w:val="315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AD490A" w:rsidRDefault="00AD490A" w:rsidP="00050FD6">
            <w:pPr>
              <w:ind w:right="-57"/>
              <w:jc w:val="center"/>
              <w:rPr>
                <w:noProof/>
              </w:rPr>
            </w:pPr>
            <w:r w:rsidRPr="008565FB">
              <w:rPr>
                <w:rFonts w:hint="eastAsia"/>
                <w:noProof/>
                <w:spacing w:val="30"/>
                <w:kern w:val="0"/>
                <w:fitText w:val="1664" w:id="-359491584"/>
              </w:rPr>
              <w:t>公共下水道</w:t>
            </w:r>
            <w:r w:rsidRPr="008565FB">
              <w:rPr>
                <w:rFonts w:hint="eastAsia"/>
                <w:noProof/>
                <w:spacing w:val="45"/>
                <w:kern w:val="0"/>
                <w:fitText w:val="1664" w:id="-359491584"/>
              </w:rPr>
              <w:t>の</w:t>
            </w:r>
          </w:p>
          <w:p w:rsidR="00AD490A" w:rsidRDefault="000607EC" w:rsidP="00050FD6">
            <w:pPr>
              <w:ind w:right="-57"/>
              <w:jc w:val="center"/>
              <w:rPr>
                <w:noProof/>
              </w:rPr>
            </w:pPr>
            <w:r w:rsidRPr="008565FB">
              <w:rPr>
                <w:noProof/>
                <w:spacing w:val="180"/>
                <w:kern w:val="0"/>
                <w:fitText w:val="1664" w:id="-364752122"/>
              </w:rPr>
              <w:fldChar w:fldCharType="begin"/>
            </w:r>
            <w:r w:rsidR="00AD490A" w:rsidRPr="008565FB">
              <w:rPr>
                <w:noProof/>
                <w:spacing w:val="180"/>
                <w:kern w:val="0"/>
                <w:fitText w:val="1664" w:id="-364752122"/>
              </w:rPr>
              <w:instrText>eq \o\ad(</w:instrText>
            </w:r>
            <w:r w:rsidR="00AD490A" w:rsidRPr="008565FB">
              <w:rPr>
                <w:rFonts w:hint="eastAsia"/>
                <w:noProof/>
                <w:spacing w:val="180"/>
                <w:kern w:val="0"/>
                <w:fitText w:val="1664" w:id="-364752122"/>
              </w:rPr>
              <w:instrText>使用開始年月日</w:instrText>
            </w:r>
            <w:r w:rsidR="00AD490A" w:rsidRPr="008565FB">
              <w:rPr>
                <w:noProof/>
                <w:spacing w:val="180"/>
                <w:kern w:val="0"/>
                <w:fitText w:val="1664" w:id="-364752122"/>
              </w:rPr>
              <w:instrText xml:space="preserve">,                </w:instrText>
            </w:r>
            <w:r w:rsidR="00AD490A" w:rsidRPr="008565FB">
              <w:rPr>
                <w:noProof/>
                <w:spacing w:val="-2250"/>
                <w:kern w:val="0"/>
                <w:fitText w:val="1664" w:id="-364752122"/>
              </w:rPr>
              <w:instrText xml:space="preserve"> )</w:instrText>
            </w:r>
            <w:r w:rsidRPr="008565FB">
              <w:rPr>
                <w:noProof/>
                <w:spacing w:val="-2250"/>
                <w:kern w:val="0"/>
                <w:fitText w:val="1664" w:id="-364752122"/>
              </w:rPr>
              <w:fldChar w:fldCharType="end"/>
            </w:r>
          </w:p>
        </w:tc>
        <w:tc>
          <w:tcPr>
            <w:tcW w:w="2851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AD490A" w:rsidRDefault="00AD4FC3" w:rsidP="00415F50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>
              <w:rPr>
                <w:rFonts w:hint="eastAsia"/>
                <w:noProof/>
                <w:highlight w:val="yellow"/>
              </w:rPr>
              <w:t>元</w:t>
            </w:r>
            <w:r w:rsidR="006C346F">
              <w:rPr>
                <w:rFonts w:hint="eastAsia"/>
                <w:noProof/>
              </w:rPr>
              <w:t>年</w:t>
            </w:r>
            <w:r>
              <w:rPr>
                <w:rFonts w:hint="eastAsia"/>
                <w:noProof/>
              </w:rPr>
              <w:t xml:space="preserve">　</w:t>
            </w:r>
            <w:r w:rsidR="00424919">
              <w:rPr>
                <w:rFonts w:hint="eastAsia"/>
                <w:noProof/>
              </w:rPr>
              <w:t xml:space="preserve">　</w:t>
            </w:r>
            <w:r w:rsidR="00424919">
              <w:rPr>
                <w:rFonts w:hint="eastAsia"/>
                <w:noProof/>
                <w:highlight w:val="yellow"/>
              </w:rPr>
              <w:t>７</w:t>
            </w:r>
            <w:r w:rsidR="006C346F">
              <w:rPr>
                <w:rFonts w:hint="eastAsia"/>
                <w:noProof/>
              </w:rPr>
              <w:t>月</w:t>
            </w:r>
            <w:r w:rsidR="006C346F">
              <w:rPr>
                <w:rFonts w:hint="eastAsia"/>
                <w:noProof/>
              </w:rPr>
              <w:t xml:space="preserve">  </w:t>
            </w:r>
            <w:r w:rsidR="006C346F">
              <w:rPr>
                <w:rFonts w:hint="eastAsia"/>
                <w:noProof/>
                <w:highlight w:val="yellow"/>
              </w:rPr>
              <w:t>１</w:t>
            </w:r>
            <w:r>
              <w:rPr>
                <w:rFonts w:hint="eastAsia"/>
                <w:noProof/>
                <w:highlight w:val="yellow"/>
              </w:rPr>
              <w:t>０</w:t>
            </w:r>
            <w:r w:rsidR="00AD490A">
              <w:rPr>
                <w:rFonts w:hint="eastAsia"/>
                <w:noProof/>
              </w:rPr>
              <w:t>日</w:t>
            </w:r>
          </w:p>
        </w:tc>
        <w:tc>
          <w:tcPr>
            <w:tcW w:w="2981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D490A" w:rsidRPr="00BD1635" w:rsidRDefault="00AD490A" w:rsidP="00B33014">
            <w:pPr>
              <w:ind w:right="-57"/>
              <w:jc w:val="center"/>
              <w:rPr>
                <w:rFonts w:ascii="ＭＳ Ｐ明朝" w:eastAsia="ＭＳ Ｐ明朝" w:hAnsi="ＭＳ Ｐ明朝"/>
                <w:noProof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この日の水道メーター指針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D490A" w:rsidRPr="005E2C27" w:rsidRDefault="006C346F" w:rsidP="006C346F">
            <w:pPr>
              <w:ind w:right="114"/>
              <w:jc w:val="right"/>
              <w:rPr>
                <w:noProof/>
              </w:rPr>
            </w:pPr>
            <w:r w:rsidRPr="006C346F">
              <w:rPr>
                <w:rFonts w:hint="eastAsia"/>
                <w:noProof/>
                <w:highlight w:val="yellow"/>
              </w:rPr>
              <w:t>５</w:t>
            </w:r>
            <w:r>
              <w:rPr>
                <w:rFonts w:hint="eastAsia"/>
                <w:noProof/>
              </w:rPr>
              <w:t xml:space="preserve">  </w:t>
            </w:r>
            <w:r w:rsidR="00AD490A">
              <w:rPr>
                <w:rFonts w:hint="eastAsia"/>
                <w:noProof/>
              </w:rPr>
              <w:t>㎥</w:t>
            </w:r>
          </w:p>
        </w:tc>
      </w:tr>
      <w:tr w:rsidR="00991DB3" w:rsidTr="00B4790A">
        <w:trPr>
          <w:trHeight w:val="315"/>
        </w:trPr>
        <w:tc>
          <w:tcPr>
            <w:tcW w:w="1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91DB3" w:rsidRPr="00BD1635" w:rsidRDefault="00991DB3" w:rsidP="00541BD1">
            <w:pPr>
              <w:ind w:right="-57"/>
              <w:jc w:val="center"/>
              <w:rPr>
                <w:noProof/>
                <w:kern w:val="0"/>
              </w:rPr>
            </w:pPr>
          </w:p>
        </w:tc>
        <w:tc>
          <w:tcPr>
            <w:tcW w:w="2851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1DB3" w:rsidRDefault="00991DB3" w:rsidP="00415F50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981" w:type="dxa"/>
            <w:gridSpan w:val="3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1DB3" w:rsidRPr="00DE5CAE" w:rsidRDefault="00991DB3" w:rsidP="00B33014">
            <w:pPr>
              <w:ind w:right="-57"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DE5CAE">
              <w:rPr>
                <w:rFonts w:ascii="ＭＳ Ｐ明朝" w:eastAsia="ＭＳ Ｐ明朝" w:hAnsi="ＭＳ Ｐ明朝" w:hint="eastAsia"/>
                <w:noProof/>
                <w:w w:val="90"/>
              </w:rPr>
              <w:t>この日の水道以外のメーター指針</w:t>
            </w:r>
          </w:p>
        </w:tc>
        <w:tc>
          <w:tcPr>
            <w:tcW w:w="1985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DB3" w:rsidRPr="005E2C27" w:rsidRDefault="00991DB3" w:rsidP="00991DB3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2E4364" w:rsidTr="00B4790A">
        <w:trPr>
          <w:cantSplit/>
          <w:trHeight w:val="315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2E4364" w:rsidRPr="00B82C60" w:rsidRDefault="002E4364" w:rsidP="002E4364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  <w:kern w:val="0"/>
              </w:rPr>
              <w:t>排水工事の完了</w:t>
            </w:r>
          </w:p>
          <w:p w:rsidR="002E4364" w:rsidRPr="007849DE" w:rsidRDefault="002E4364" w:rsidP="002E4364">
            <w:pPr>
              <w:ind w:right="-57" w:firstLineChars="50" w:firstLine="120"/>
              <w:rPr>
                <w:noProof/>
              </w:rPr>
            </w:pPr>
            <w:r w:rsidRPr="002E4364">
              <w:rPr>
                <w:rFonts w:hint="eastAsia"/>
                <w:noProof/>
                <w:spacing w:val="16"/>
                <w:kern w:val="0"/>
                <w:fitText w:val="1664" w:id="-364752120"/>
              </w:rPr>
              <w:t>検査実施年月</w:t>
            </w:r>
            <w:r w:rsidRPr="002E4364">
              <w:rPr>
                <w:rFonts w:hint="eastAsia"/>
                <w:noProof/>
                <w:spacing w:val="1"/>
                <w:kern w:val="0"/>
                <w:fitText w:val="1664" w:id="-364752120"/>
              </w:rPr>
              <w:t>日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364" w:rsidRDefault="00AD4FC3" w:rsidP="002E4364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令和</w:t>
            </w:r>
            <w:r w:rsidR="002E4364">
              <w:rPr>
                <w:rFonts w:hint="eastAsia"/>
                <w:noProof/>
              </w:rPr>
              <w:t xml:space="preserve">　</w:t>
            </w:r>
            <w:r w:rsidR="002E4364">
              <w:rPr>
                <w:rFonts w:hint="eastAsia"/>
                <w:noProof/>
              </w:rPr>
              <w:t xml:space="preserve"> </w:t>
            </w:r>
            <w:r w:rsidR="002E4364">
              <w:rPr>
                <w:rFonts w:hint="eastAsia"/>
                <w:noProof/>
              </w:rPr>
              <w:t xml:space="preserve">　年　</w:t>
            </w:r>
            <w:r w:rsidR="002E4364">
              <w:rPr>
                <w:rFonts w:hint="eastAsia"/>
                <w:noProof/>
              </w:rPr>
              <w:t xml:space="preserve"> </w:t>
            </w:r>
            <w:r w:rsidR="002E4364">
              <w:rPr>
                <w:rFonts w:hint="eastAsia"/>
                <w:noProof/>
              </w:rPr>
              <w:t xml:space="preserve">　月　</w:t>
            </w:r>
            <w:r w:rsidR="002E4364">
              <w:rPr>
                <w:rFonts w:hint="eastAsia"/>
                <w:noProof/>
              </w:rPr>
              <w:t xml:space="preserve"> </w:t>
            </w:r>
            <w:r w:rsidR="002E4364">
              <w:rPr>
                <w:rFonts w:hint="eastAsia"/>
                <w:noProof/>
              </w:rPr>
              <w:t xml:space="preserve">　日</w:t>
            </w: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E4364" w:rsidRPr="00BD1635" w:rsidRDefault="002E4364" w:rsidP="002E4364">
            <w:pPr>
              <w:ind w:right="-57"/>
              <w:jc w:val="center"/>
              <w:rPr>
                <w:rFonts w:ascii="ＭＳ Ｐ明朝" w:eastAsia="ＭＳ Ｐ明朝" w:hAnsi="ＭＳ Ｐ明朝"/>
                <w:noProof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この日の水道メーター指針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E4364" w:rsidRPr="005E2C27" w:rsidRDefault="002E4364" w:rsidP="001C434E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  <w:r>
              <w:rPr>
                <w:rFonts w:hint="eastAsia"/>
                <w:noProof/>
              </w:rPr>
              <w:t xml:space="preserve"> </w:t>
            </w:r>
          </w:p>
        </w:tc>
      </w:tr>
      <w:tr w:rsidR="00991DB3" w:rsidTr="00B4790A">
        <w:trPr>
          <w:cantSplit/>
          <w:trHeight w:val="315"/>
        </w:trPr>
        <w:tc>
          <w:tcPr>
            <w:tcW w:w="182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91DB3" w:rsidRDefault="00991DB3" w:rsidP="002E4364">
            <w:pPr>
              <w:ind w:right="-57"/>
              <w:jc w:val="center"/>
              <w:rPr>
                <w:noProof/>
                <w:kern w:val="0"/>
              </w:rPr>
            </w:pPr>
          </w:p>
        </w:tc>
        <w:tc>
          <w:tcPr>
            <w:tcW w:w="2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B3" w:rsidRDefault="00991DB3" w:rsidP="002E4364">
            <w:pPr>
              <w:ind w:right="-57"/>
              <w:jc w:val="center"/>
              <w:rPr>
                <w:noProof/>
              </w:rPr>
            </w:pPr>
          </w:p>
        </w:tc>
        <w:tc>
          <w:tcPr>
            <w:tcW w:w="29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1DB3" w:rsidRPr="00DE5CAE" w:rsidRDefault="00991DB3" w:rsidP="002E4364">
            <w:pPr>
              <w:ind w:right="-57"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DE5CAE">
              <w:rPr>
                <w:rFonts w:ascii="ＭＳ Ｐ明朝" w:eastAsia="ＭＳ Ｐ明朝" w:hAnsi="ＭＳ Ｐ明朝" w:hint="eastAsia"/>
                <w:noProof/>
                <w:w w:val="90"/>
              </w:rPr>
              <w:t>この日の水道以外のメーター指針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DB3" w:rsidRPr="005E2C27" w:rsidRDefault="00991DB3" w:rsidP="00991DB3">
            <w:pPr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1C434E" w:rsidTr="00B4790A">
        <w:trPr>
          <w:cantSplit/>
          <w:trHeight w:val="322"/>
        </w:trPr>
        <w:tc>
          <w:tcPr>
            <w:tcW w:w="18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C434E" w:rsidRDefault="001C434E" w:rsidP="001C434E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使用水量のうち、</w:t>
            </w:r>
          </w:p>
          <w:p w:rsidR="001C434E" w:rsidRDefault="001C434E" w:rsidP="001C434E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下水道に流入し</w:t>
            </w:r>
          </w:p>
          <w:p w:rsidR="001C434E" w:rsidRDefault="001C434E" w:rsidP="001C434E">
            <w:pPr>
              <w:ind w:right="-57" w:firstLineChars="50" w:firstLine="104"/>
              <w:jc w:val="both"/>
              <w:rPr>
                <w:noProof/>
              </w:rPr>
            </w:pPr>
            <w:r>
              <w:rPr>
                <w:rFonts w:hint="eastAsia"/>
                <w:noProof/>
              </w:rPr>
              <w:t>ない水量</w:t>
            </w:r>
          </w:p>
        </w:tc>
        <w:tc>
          <w:tcPr>
            <w:tcW w:w="3989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34E" w:rsidRDefault="001C434E" w:rsidP="00207503">
            <w:pPr>
              <w:ind w:right="-57" w:firstLineChars="50" w:firstLine="104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有</w:t>
            </w:r>
            <w:r>
              <w:rPr>
                <w:rFonts w:hint="eastAsia"/>
                <w:noProof/>
              </w:rPr>
              <w:t xml:space="preserve"> </w:t>
            </w:r>
            <w:r>
              <w:rPr>
                <w:rFonts w:hint="eastAsia"/>
                <w:noProof/>
              </w:rPr>
              <w:t>・</w:t>
            </w:r>
            <w:r>
              <w:rPr>
                <w:rFonts w:hint="eastAsia"/>
                <w:noProof/>
              </w:rPr>
              <w:t xml:space="preserve"> </w:t>
            </w:r>
            <w:r w:rsidR="006C346F" w:rsidRPr="006C346F">
              <w:rPr>
                <w:noProof/>
                <w:highlight w:val="yellow"/>
              </w:rPr>
              <w:fldChar w:fldCharType="begin"/>
            </w:r>
            <w:r w:rsidR="006C346F" w:rsidRPr="006C346F">
              <w:rPr>
                <w:noProof/>
                <w:highlight w:val="yellow"/>
              </w:rPr>
              <w:instrText xml:space="preserve"> </w:instrText>
            </w:r>
            <w:r w:rsidR="006C346F" w:rsidRPr="006C346F">
              <w:rPr>
                <w:rFonts w:hint="eastAsia"/>
                <w:noProof/>
                <w:highlight w:val="yellow"/>
              </w:rPr>
              <w:instrText>eq \o\ac(</w:instrText>
            </w:r>
            <w:r w:rsidR="006C346F" w:rsidRPr="006C346F">
              <w:rPr>
                <w:rFonts w:hint="eastAsia"/>
                <w:noProof/>
                <w:highlight w:val="yellow"/>
              </w:rPr>
              <w:instrText>○</w:instrText>
            </w:r>
            <w:r w:rsidR="006C346F" w:rsidRPr="006C346F">
              <w:rPr>
                <w:rFonts w:hint="eastAsia"/>
                <w:noProof/>
                <w:highlight w:val="yellow"/>
              </w:rPr>
              <w:instrText>,</w:instrText>
            </w:r>
            <w:r w:rsidR="006C346F" w:rsidRPr="006C346F">
              <w:rPr>
                <w:rFonts w:ascii="ＭＳ 明朝" w:hint="eastAsia"/>
                <w:noProof/>
                <w:position w:val="1"/>
                <w:sz w:val="14"/>
                <w:highlight w:val="yellow"/>
              </w:rPr>
              <w:instrText>無</w:instrText>
            </w:r>
            <w:r w:rsidR="006C346F" w:rsidRPr="006C346F">
              <w:rPr>
                <w:rFonts w:hint="eastAsia"/>
                <w:noProof/>
                <w:highlight w:val="yellow"/>
              </w:rPr>
              <w:instrText>)</w:instrText>
            </w:r>
            <w:r w:rsidR="006C346F" w:rsidRPr="006C346F">
              <w:rPr>
                <w:noProof/>
                <w:highlight w:val="yellow"/>
              </w:rPr>
              <w:fldChar w:fldCharType="end"/>
            </w:r>
          </w:p>
          <w:p w:rsidR="001C434E" w:rsidRDefault="001C434E" w:rsidP="002E1A2B">
            <w:pPr>
              <w:ind w:right="-57" w:firstLineChars="50" w:firstLine="79"/>
              <w:jc w:val="center"/>
              <w:rPr>
                <w:noProof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※有の場合は</w:t>
            </w:r>
            <w:r>
              <w:rPr>
                <w:rFonts w:hint="eastAsia"/>
                <w:noProof/>
                <w:sz w:val="16"/>
                <w:szCs w:val="16"/>
              </w:rPr>
              <w:t>下記欄に</w:t>
            </w:r>
            <w:r w:rsidRPr="002E1A2B">
              <w:rPr>
                <w:rFonts w:hint="eastAsia"/>
                <w:noProof/>
                <w:sz w:val="16"/>
                <w:szCs w:val="16"/>
              </w:rPr>
              <w:t>記入</w:t>
            </w:r>
          </w:p>
        </w:tc>
        <w:tc>
          <w:tcPr>
            <w:tcW w:w="382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34E" w:rsidRPr="00CA6FE5" w:rsidRDefault="001C434E" w:rsidP="00CA6FE5">
            <w:pPr>
              <w:widowControl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w:t>（有の場合）</w:t>
            </w:r>
            <w:r w:rsidRPr="00852B33">
              <w:rPr>
                <w:rFonts w:ascii="ＭＳ Ｐ明朝" w:eastAsia="ＭＳ Ｐ明朝" w:hAnsi="ＭＳ Ｐ明朝" w:hint="eastAsia"/>
                <w:noProof/>
              </w:rPr>
              <w:t>メーター指針</w:t>
            </w:r>
          </w:p>
        </w:tc>
      </w:tr>
      <w:tr w:rsidR="001C434E" w:rsidTr="00B4790A">
        <w:trPr>
          <w:cantSplit/>
          <w:trHeight w:val="322"/>
        </w:trPr>
        <w:tc>
          <w:tcPr>
            <w:tcW w:w="1823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1C434E" w:rsidRDefault="001C434E" w:rsidP="001C434E">
            <w:pPr>
              <w:ind w:right="-57" w:firstLineChars="50" w:firstLine="104"/>
              <w:jc w:val="both"/>
              <w:rPr>
                <w:noProof/>
              </w:rPr>
            </w:pPr>
          </w:p>
        </w:tc>
        <w:tc>
          <w:tcPr>
            <w:tcW w:w="3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C434E" w:rsidRDefault="001C434E" w:rsidP="00207503">
            <w:pPr>
              <w:ind w:right="-57" w:firstLineChars="50" w:firstLine="104"/>
              <w:rPr>
                <w:noProof/>
              </w:rPr>
            </w:pP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4E" w:rsidRPr="00207503" w:rsidRDefault="001C434E" w:rsidP="002E1A2B">
            <w:pPr>
              <w:jc w:val="center"/>
              <w:rPr>
                <w:noProof/>
                <w:w w:val="80"/>
              </w:rPr>
            </w:pPr>
            <w:r w:rsidRPr="00207503">
              <w:rPr>
                <w:rFonts w:hint="eastAsia"/>
                <w:noProof/>
                <w:w w:val="80"/>
              </w:rPr>
              <w:t>下水道使用開始時点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34E" w:rsidRDefault="001C434E" w:rsidP="00CA6FE5">
            <w:pPr>
              <w:widowControl/>
              <w:jc w:val="center"/>
              <w:rPr>
                <w:rFonts w:ascii="ＭＳ Ｐ明朝" w:eastAsia="ＭＳ Ｐ明朝" w:hAnsi="ＭＳ Ｐ明朝"/>
                <w:noProof/>
                <w:w w:val="90"/>
              </w:rPr>
            </w:pPr>
            <w:r w:rsidRPr="00207503">
              <w:rPr>
                <w:rFonts w:ascii="ＭＳ Ｐ明朝" w:eastAsia="ＭＳ Ｐ明朝" w:hAnsi="ＭＳ Ｐ明朝" w:hint="eastAsia"/>
                <w:noProof/>
                <w:w w:val="80"/>
              </w:rPr>
              <w:t>排水</w:t>
            </w:r>
            <w:r>
              <w:rPr>
                <w:rFonts w:ascii="ＭＳ Ｐ明朝" w:eastAsia="ＭＳ Ｐ明朝" w:hAnsi="ＭＳ Ｐ明朝" w:hint="eastAsia"/>
                <w:noProof/>
                <w:w w:val="80"/>
              </w:rPr>
              <w:t>工事</w:t>
            </w:r>
            <w:r w:rsidRPr="00207503">
              <w:rPr>
                <w:rFonts w:ascii="ＭＳ Ｐ明朝" w:eastAsia="ＭＳ Ｐ明朝" w:hAnsi="ＭＳ Ｐ明朝" w:hint="eastAsia"/>
                <w:noProof/>
                <w:w w:val="80"/>
              </w:rPr>
              <w:t>検査実施時点</w:t>
            </w:r>
          </w:p>
        </w:tc>
      </w:tr>
      <w:tr w:rsidR="001C434E" w:rsidTr="00B4790A">
        <w:trPr>
          <w:trHeight w:val="322"/>
        </w:trPr>
        <w:tc>
          <w:tcPr>
            <w:tcW w:w="1823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1C434E" w:rsidRPr="007849DE" w:rsidRDefault="001C434E" w:rsidP="001C434E">
            <w:pPr>
              <w:ind w:right="-57" w:firstLineChars="50" w:firstLine="104"/>
              <w:jc w:val="both"/>
              <w:rPr>
                <w:noProof/>
              </w:rPr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34E" w:rsidRPr="002E1A2B" w:rsidRDefault="001C434E" w:rsidP="002E1A2B">
            <w:pPr>
              <w:ind w:right="575"/>
              <w:rPr>
                <w:noProof/>
                <w:sz w:val="16"/>
                <w:szCs w:val="16"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34E" w:rsidRDefault="001C434E" w:rsidP="00CA6FE5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434E" w:rsidRDefault="001C434E" w:rsidP="00CA6FE5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991DB3" w:rsidTr="00B4790A">
        <w:trPr>
          <w:trHeight w:val="322"/>
        </w:trPr>
        <w:tc>
          <w:tcPr>
            <w:tcW w:w="1823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91DB3" w:rsidRDefault="00991DB3" w:rsidP="001C434E">
            <w:pPr>
              <w:ind w:right="-57" w:firstLineChars="50" w:firstLine="104"/>
              <w:rPr>
                <w:noProof/>
              </w:rPr>
            </w:pP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DB3" w:rsidRPr="002E1A2B" w:rsidRDefault="00991DB3" w:rsidP="002E1A2B">
            <w:pPr>
              <w:ind w:right="575"/>
              <w:rPr>
                <w:noProof/>
                <w:sz w:val="16"/>
                <w:szCs w:val="16"/>
              </w:rPr>
            </w:pPr>
            <w:r w:rsidRPr="002E1A2B">
              <w:rPr>
                <w:rFonts w:hint="eastAsia"/>
                <w:noProof/>
                <w:sz w:val="16"/>
                <w:szCs w:val="16"/>
              </w:rPr>
              <w:t>※</w:t>
            </w:r>
          </w:p>
        </w:tc>
        <w:tc>
          <w:tcPr>
            <w:tcW w:w="1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B3" w:rsidRDefault="00991DB3" w:rsidP="00991DB3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91DB3" w:rsidRDefault="00991DB3" w:rsidP="00991DB3">
            <w:pPr>
              <w:wordWrap w:val="0"/>
              <w:ind w:right="151"/>
              <w:jc w:val="right"/>
              <w:rPr>
                <w:noProof/>
              </w:rPr>
            </w:pPr>
            <w:r>
              <w:rPr>
                <w:rFonts w:hint="eastAsia"/>
                <w:noProof/>
              </w:rPr>
              <w:t>㎥</w:t>
            </w:r>
          </w:p>
        </w:tc>
      </w:tr>
      <w:tr w:rsidR="001C434E" w:rsidTr="00B4790A">
        <w:trPr>
          <w:trHeight w:val="925"/>
        </w:trPr>
        <w:tc>
          <w:tcPr>
            <w:tcW w:w="182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E45566">
            <w:pPr>
              <w:ind w:right="-57"/>
              <w:jc w:val="center"/>
              <w:rPr>
                <w:noProof/>
              </w:rPr>
            </w:pPr>
            <w:r>
              <w:rPr>
                <w:rFonts w:hint="eastAsia"/>
                <w:noProof/>
              </w:rPr>
              <w:t>報　　告　　者</w:t>
            </w:r>
          </w:p>
        </w:tc>
        <w:tc>
          <w:tcPr>
            <w:tcW w:w="7817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C434E" w:rsidRPr="00EC7B1F" w:rsidRDefault="001C434E" w:rsidP="00627A60">
            <w:pPr>
              <w:ind w:right="-57" w:firstLineChars="100" w:firstLine="208"/>
              <w:rPr>
                <w:rFonts w:asciiTheme="majorEastAsia" w:eastAsiaTheme="majorEastAsia" w:hAnsiTheme="majorEastAsia"/>
                <w:noProof/>
              </w:rPr>
            </w:pPr>
            <w:r w:rsidRPr="00EC7B1F">
              <w:rPr>
                <w:rFonts w:asciiTheme="majorEastAsia" w:eastAsiaTheme="majorEastAsia" w:hAnsiTheme="majorEastAsia" w:hint="eastAsia"/>
                <w:noProof/>
              </w:rPr>
              <w:t>指定工事店名</w:t>
            </w:r>
          </w:p>
          <w:p w:rsidR="001C434E" w:rsidRDefault="00B61281" w:rsidP="00627A60">
            <w:pPr>
              <w:ind w:right="-57" w:firstLineChars="100" w:firstLine="208"/>
              <w:rPr>
                <w:noProof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1EA533" wp14:editId="18B468C7">
                      <wp:simplePos x="0" y="0"/>
                      <wp:positionH relativeFrom="column">
                        <wp:posOffset>3868420</wp:posOffset>
                      </wp:positionH>
                      <wp:positionV relativeFrom="paragraph">
                        <wp:posOffset>91440</wp:posOffset>
                      </wp:positionV>
                      <wp:extent cx="381000" cy="400050"/>
                      <wp:effectExtent l="0" t="0" r="0" b="0"/>
                      <wp:wrapNone/>
                      <wp:docPr id="4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000" cy="400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1281" w:rsidRPr="00B61281" w:rsidRDefault="00B61281">
                                  <w:pPr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B61281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利府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304.6pt;margin-top:7.2pt;width:30pt;height:31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" filled="f" stroked="f" strokeweight=".5pt">
                      <v:textbox style="layout-flow:vertical-ideographic">
                        <w:txbxContent>
                          <w:p w:rsidR="00B61281" w:rsidRPr="00B61281" w:rsidRDefault="00B6128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B61281">
                              <w:rPr>
                                <w:rFonts w:hint="eastAsia"/>
                                <w:b/>
                                <w:color w:val="FF0000"/>
                              </w:rPr>
                              <w:t>利府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EE092C" wp14:editId="3EE2CEA7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91440</wp:posOffset>
                      </wp:positionV>
                      <wp:extent cx="390525" cy="352425"/>
                      <wp:effectExtent l="0" t="0" r="28575" b="28575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0525" cy="3524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3" o:spid="_x0000_s1026" style="position:absolute;left:0;text-align:left;margin-left:303.1pt;margin-top:7.2pt;width:30.75pt;height:27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" filled="f" strokecolor="red" strokeweight="2pt"/>
                  </w:pict>
                </mc:Fallback>
              </mc:AlternateContent>
            </w:r>
            <w:r w:rsidR="006C346F">
              <w:rPr>
                <w:rFonts w:hint="eastAsia"/>
                <w:noProof/>
              </w:rPr>
              <w:t xml:space="preserve">              </w:t>
            </w:r>
            <w:r w:rsidR="006C346F" w:rsidRPr="006C346F">
              <w:rPr>
                <w:rFonts w:hint="eastAsia"/>
                <w:noProof/>
                <w:highlight w:val="yellow"/>
              </w:rPr>
              <w:t>手締設備</w:t>
            </w:r>
          </w:p>
          <w:p w:rsidR="001C434E" w:rsidRPr="001C434E" w:rsidRDefault="001C434E" w:rsidP="00B61281">
            <w:pPr>
              <w:ind w:right="-57"/>
              <w:rPr>
                <w:noProof/>
              </w:rPr>
            </w:pPr>
            <w:r>
              <w:rPr>
                <w:noProof/>
              </w:rPr>
              <w:t xml:space="preserve"> </w:t>
            </w:r>
            <w:r>
              <w:rPr>
                <w:rFonts w:hint="eastAsia"/>
                <w:noProof/>
              </w:rPr>
              <w:t xml:space="preserve">　　</w:t>
            </w:r>
            <w:r w:rsidRPr="00EC7B1F">
              <w:rPr>
                <w:rFonts w:asciiTheme="majorEastAsia" w:eastAsiaTheme="majorEastAsia" w:hAnsiTheme="majorEastAsia" w:hint="eastAsia"/>
                <w:noProof/>
                <w:u w:val="single"/>
              </w:rPr>
              <w:t>ﾒｰﾀｰ指針の確認者</w:t>
            </w:r>
            <w:r w:rsidRPr="001C434E">
              <w:rPr>
                <w:rFonts w:asciiTheme="majorEastAsia" w:eastAsiaTheme="majorEastAsia" w:hAnsiTheme="majorEastAsia" w:hint="eastAsia"/>
                <w:noProof/>
              </w:rPr>
              <w:t xml:space="preserve">　　</w:t>
            </w:r>
            <w:r w:rsidR="006C346F">
              <w:rPr>
                <w:rFonts w:asciiTheme="majorEastAsia" w:eastAsiaTheme="majorEastAsia" w:hAnsiTheme="majorEastAsia" w:hint="eastAsia"/>
                <w:noProof/>
              </w:rPr>
              <w:t xml:space="preserve"> </w:t>
            </w:r>
            <w:r w:rsidR="00B61281">
              <w:rPr>
                <w:rFonts w:asciiTheme="majorEastAsia" w:eastAsiaTheme="majorEastAsia" w:hAnsiTheme="majorEastAsia" w:hint="eastAsia"/>
                <w:noProof/>
                <w:highlight w:val="yellow"/>
              </w:rPr>
              <w:t xml:space="preserve">利 府 </w:t>
            </w:r>
            <w:r w:rsidR="006C346F" w:rsidRPr="006C346F">
              <w:rPr>
                <w:rFonts w:asciiTheme="majorEastAsia" w:eastAsiaTheme="majorEastAsia" w:hAnsiTheme="majorEastAsia" w:hint="eastAsia"/>
                <w:noProof/>
                <w:highlight w:val="yellow"/>
              </w:rPr>
              <w:t>花</w:t>
            </w:r>
            <w:r w:rsidR="00B61281">
              <w:rPr>
                <w:rFonts w:asciiTheme="majorEastAsia" w:eastAsiaTheme="majorEastAsia" w:hAnsiTheme="majorEastAsia" w:hint="eastAsia"/>
                <w:noProof/>
                <w:highlight w:val="yellow"/>
              </w:rPr>
              <w:t xml:space="preserve"> </w:t>
            </w:r>
            <w:r w:rsidR="006C346F" w:rsidRPr="006C346F">
              <w:rPr>
                <w:rFonts w:asciiTheme="majorEastAsia" w:eastAsiaTheme="majorEastAsia" w:hAnsiTheme="majorEastAsia" w:hint="eastAsia"/>
                <w:noProof/>
                <w:highlight w:val="yellow"/>
              </w:rPr>
              <w:t>子</w:t>
            </w:r>
            <w:r w:rsidRPr="001C434E">
              <w:rPr>
                <w:rFonts w:asciiTheme="majorEastAsia" w:eastAsiaTheme="majorEastAsia" w:hAnsiTheme="majorEastAsia" w:hint="eastAsia"/>
                <w:noProof/>
              </w:rPr>
              <w:t xml:space="preserve">　　　　　　　　　</w:t>
            </w:r>
            <w:r>
              <w:rPr>
                <w:rFonts w:asciiTheme="majorEastAsia" w:eastAsiaTheme="majorEastAsia" w:hAnsiTheme="majorEastAsia" w:hint="eastAsia"/>
                <w:noProof/>
              </w:rPr>
              <w:t xml:space="preserve">　</w:t>
            </w:r>
            <w:r w:rsidRPr="001C434E">
              <w:rPr>
                <w:rFonts w:asciiTheme="majorEastAsia" w:eastAsiaTheme="majorEastAsia" w:hAnsiTheme="majorEastAsia" w:hint="eastAsia"/>
                <w:noProof/>
              </w:rPr>
              <w:t xml:space="preserve">　　　　</w:t>
            </w:r>
            <w:r w:rsidRPr="001C434E">
              <w:rPr>
                <w:rFonts w:hint="eastAsia"/>
                <w:noProof/>
              </w:rPr>
              <w:t>印</w:t>
            </w:r>
          </w:p>
        </w:tc>
      </w:tr>
    </w:tbl>
    <w:p w:rsidR="00541BD1" w:rsidRDefault="00B4790A" w:rsidP="00541BD1">
      <w:pPr>
        <w:rPr>
          <w:rFonts w:ascii="ＭＳ Ｐゴシック" w:eastAsia="ＭＳ Ｐゴシック"/>
          <w:b/>
          <w:noProof/>
          <w:u w:val="double"/>
        </w:rPr>
      </w:pPr>
      <w:r>
        <w:rPr>
          <w:rFonts w:ascii="ＭＳ Ｐゴシック" w:eastAsia="ＭＳ Ｐゴシック" w:hint="eastAsia"/>
          <w:b/>
          <w:noProof/>
          <w:u w:val="double"/>
        </w:rPr>
        <w:t>＊　本票は、水道メーター番号及び使用者（料金支払者）ごと</w:t>
      </w:r>
      <w:r w:rsidR="00541BD1">
        <w:rPr>
          <w:rFonts w:ascii="ＭＳ Ｐゴシック" w:eastAsia="ＭＳ Ｐゴシック" w:hint="eastAsia"/>
          <w:b/>
          <w:noProof/>
          <w:u w:val="double"/>
        </w:rPr>
        <w:t>に作成してください。</w:t>
      </w:r>
    </w:p>
    <w:p w:rsidR="00541BD1" w:rsidRPr="00D23DCD" w:rsidRDefault="00CB2A4C" w:rsidP="00541BD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-1082040</wp:posOffset>
                </wp:positionH>
                <wp:positionV relativeFrom="paragraph">
                  <wp:posOffset>100965</wp:posOffset>
                </wp:positionV>
                <wp:extent cx="7709535" cy="0"/>
                <wp:effectExtent l="13335" t="5715" r="11430" b="13335"/>
                <wp:wrapNone/>
                <wp:docPr id="2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095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3" o:spid="_x0000_s1026" style="position:absolute;left:0;text-align:lef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5.2pt,7.95pt" to="521.8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" o:allowincell="f">
                <v:stroke dashstyle="longDash"/>
              </v:lin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9"/>
        <w:gridCol w:w="608"/>
        <w:gridCol w:w="284"/>
        <w:gridCol w:w="2126"/>
        <w:gridCol w:w="1395"/>
        <w:gridCol w:w="306"/>
        <w:gridCol w:w="566"/>
        <w:gridCol w:w="143"/>
        <w:gridCol w:w="710"/>
        <w:gridCol w:w="6"/>
        <w:gridCol w:w="417"/>
        <w:gridCol w:w="438"/>
        <w:gridCol w:w="851"/>
      </w:tblGrid>
      <w:tr w:rsidR="00AA744B" w:rsidTr="008B79A9">
        <w:trPr>
          <w:trHeight w:val="396"/>
        </w:trPr>
        <w:tc>
          <w:tcPr>
            <w:tcW w:w="960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AA744B" w:rsidRPr="009F5C1B" w:rsidRDefault="00AA744B" w:rsidP="00AA744B">
            <w:pPr>
              <w:jc w:val="center"/>
              <w:rPr>
                <w:rFonts w:asciiTheme="majorEastAsia" w:eastAsiaTheme="majorEastAsia" w:hAnsiTheme="majorEastAsia"/>
                <w:noProof/>
                <w:sz w:val="22"/>
              </w:rPr>
            </w:pPr>
            <w:r w:rsidRPr="008B79A9">
              <w:rPr>
                <w:rFonts w:asciiTheme="majorEastAsia" w:eastAsiaTheme="majorEastAsia" w:hAnsiTheme="majorEastAsia" w:hint="eastAsia"/>
                <w:noProof/>
                <w:sz w:val="22"/>
              </w:rPr>
              <w:t>新規利用者データー処理票</w:t>
            </w:r>
          </w:p>
        </w:tc>
      </w:tr>
      <w:tr w:rsidR="001C434E" w:rsidTr="00AD4FC3">
        <w:trPr>
          <w:cantSplit/>
          <w:trHeight w:val="270"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541BD1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申  請  形  態</w:t>
            </w:r>
          </w:p>
        </w:tc>
        <w:tc>
          <w:tcPr>
            <w:tcW w:w="30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A712AB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【新設】</w:t>
            </w:r>
            <w:r w:rsidRPr="00256C06">
              <w:rPr>
                <w:rFonts w:ascii="ＭＳ ゴシック" w:eastAsia="ＭＳ ゴシック" w:hint="eastAsia"/>
                <w:noProof/>
              </w:rPr>
              <w:t xml:space="preserve">１・２　</w:t>
            </w:r>
            <w:r>
              <w:rPr>
                <w:rFonts w:ascii="ＭＳ ゴシック" w:eastAsia="ＭＳ ゴシック" w:hint="eastAsia"/>
                <w:noProof/>
              </w:rPr>
              <w:t>Ａ・Ｂ</w:t>
            </w:r>
          </w:p>
          <w:p w:rsidR="001C434E" w:rsidRDefault="001C434E" w:rsidP="00A712AB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【新設】３・４・５</w:t>
            </w:r>
          </w:p>
          <w:p w:rsidR="001C434E" w:rsidRDefault="001C434E" w:rsidP="00A712AB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【増設】６　　  【改築】７</w:t>
            </w: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9207B8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排水設備番号</w:t>
            </w:r>
          </w:p>
        </w:tc>
        <w:tc>
          <w:tcPr>
            <w:tcW w:w="24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9232A4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</w:tr>
      <w:tr w:rsidR="001C434E" w:rsidTr="00AD4FC3">
        <w:trPr>
          <w:cantSplit/>
          <w:trHeight w:val="285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A712AB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9207B8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水栓番号</w:t>
            </w:r>
          </w:p>
        </w:tc>
        <w:tc>
          <w:tcPr>
            <w:tcW w:w="24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434E" w:rsidRDefault="001C434E" w:rsidP="00854C92">
            <w:pPr>
              <w:jc w:val="right"/>
              <w:rPr>
                <w:rFonts w:ascii="ＭＳ ゴシック" w:eastAsia="ＭＳ ゴシック"/>
                <w:noProof/>
              </w:rPr>
            </w:pPr>
          </w:p>
        </w:tc>
      </w:tr>
      <w:tr w:rsidR="00D32F04" w:rsidTr="00AD4FC3">
        <w:trPr>
          <w:cantSplit/>
          <w:trHeight w:val="315"/>
        </w:trPr>
        <w:tc>
          <w:tcPr>
            <w:tcW w:w="17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A712AB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Default="008B451B" w:rsidP="009232A4">
            <w:pPr>
              <w:jc w:val="distribute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公 告 年 月 日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AD4FC3" w:rsidP="00D32F04">
            <w:pPr>
              <w:rPr>
                <w:rFonts w:ascii="ＭＳ ゴシック" w:eastAsia="ＭＳ ゴシック"/>
                <w:noProof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日</w:t>
            </w:r>
          </w:p>
        </w:tc>
      </w:tr>
      <w:tr w:rsidR="00D32F04" w:rsidTr="00AD4FC3">
        <w:trPr>
          <w:cantSplit/>
          <w:trHeight w:val="270"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541BD1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処  理  分  区</w:t>
            </w:r>
          </w:p>
        </w:tc>
        <w:tc>
          <w:tcPr>
            <w:tcW w:w="301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利府・塩釜　第</w:t>
            </w:r>
            <w:r w:rsidRPr="00E226C8">
              <w:rPr>
                <w:rFonts w:ascii="ＭＳ ゴシック" w:eastAsia="ＭＳ ゴシック" w:hint="eastAsia"/>
                <w:noProof/>
                <w:u w:val="single"/>
              </w:rPr>
              <w:t xml:space="preserve">　　</w:t>
            </w:r>
            <w:r w:rsidR="00D715D4">
              <w:rPr>
                <w:rFonts w:ascii="ＭＳ ゴシック" w:eastAsia="ＭＳ ゴシック" w:hint="eastAsia"/>
                <w:noProof/>
                <w:u w:val="single"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処理分区</w:t>
            </w:r>
          </w:p>
          <w:p w:rsidR="00D32F04" w:rsidRDefault="00D32F04" w:rsidP="006B71F4">
            <w:pPr>
              <w:ind w:firstLineChars="300" w:firstLine="624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（</w:t>
            </w:r>
            <w:r w:rsidR="00D715D4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利府・利府</w:t>
            </w:r>
            <w:r w:rsidRPr="002F412B">
              <w:rPr>
                <w:rFonts w:ascii="ＭＳ ゴシック" w:eastAsia="ＭＳ ゴシック" w:hint="eastAsia"/>
                <w:noProof/>
                <w:u w:val="single"/>
              </w:rPr>
              <w:t xml:space="preserve">　　　</w:t>
            </w:r>
            <w:r>
              <w:rPr>
                <w:rFonts w:ascii="ＭＳ ゴシック" w:eastAsia="ＭＳ ゴシック" w:hint="eastAsia"/>
                <w:noProof/>
              </w:rPr>
              <w:t>）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Default="008B451B" w:rsidP="009232A4">
            <w:pPr>
              <w:jc w:val="distribute"/>
              <w:rPr>
                <w:rFonts w:ascii="ＭＳ ゴシック" w:eastAsia="ＭＳ ゴシック"/>
                <w:noProof/>
                <w:sz w:val="20"/>
              </w:rPr>
            </w:pPr>
            <w:r>
              <w:rPr>
                <w:rFonts w:ascii="ＭＳ ゴシック" w:eastAsia="ＭＳ ゴシック" w:hint="eastAsia"/>
                <w:noProof/>
              </w:rPr>
              <w:t>供用開始年月日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AD4FC3" w:rsidP="008B451B">
            <w:pPr>
              <w:rPr>
                <w:rFonts w:ascii="ＭＳ ゴシック" w:eastAsia="ＭＳ ゴシック"/>
                <w:noProof/>
                <w:sz w:val="20"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Pr="00AA744B" w:rsidRDefault="008B451B" w:rsidP="00854C92">
            <w:pPr>
              <w:jc w:val="right"/>
              <w:rPr>
                <w:rFonts w:ascii="ＭＳ ゴシック" w:eastAsia="ＭＳ ゴシック"/>
                <w:noProof/>
                <w:sz w:val="18"/>
                <w:szCs w:val="18"/>
              </w:rPr>
            </w:pPr>
            <w:r w:rsidRPr="00AA744B">
              <w:rPr>
                <w:rFonts w:ascii="ＭＳ ゴシック" w:eastAsia="ＭＳ ゴシック" w:hint="eastAsia"/>
                <w:noProof/>
                <w:sz w:val="18"/>
                <w:szCs w:val="18"/>
              </w:rPr>
              <w:t>日</w:t>
            </w:r>
          </w:p>
        </w:tc>
      </w:tr>
      <w:tr w:rsidR="00D32F04" w:rsidTr="00AD4FC3">
        <w:trPr>
          <w:cantSplit/>
          <w:trHeight w:val="300"/>
        </w:trPr>
        <w:tc>
          <w:tcPr>
            <w:tcW w:w="17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18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F04" w:rsidRDefault="00D32F04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2F04" w:rsidRDefault="00D32F04" w:rsidP="009232A4">
            <w:pPr>
              <w:jc w:val="distribute"/>
              <w:rPr>
                <w:rFonts w:ascii="ＭＳ ゴシック" w:eastAsia="ＭＳ ゴシック"/>
                <w:noProof/>
                <w:kern w:val="0"/>
              </w:rPr>
            </w:pPr>
            <w:r w:rsidRPr="009232A4">
              <w:rPr>
                <w:rFonts w:ascii="ＭＳ ゴシック" w:eastAsia="ＭＳ ゴシック" w:hint="eastAsia"/>
                <w:noProof/>
                <w:kern w:val="0"/>
              </w:rPr>
              <w:t>水洗化年月日</w:t>
            </w:r>
          </w:p>
          <w:p w:rsidR="00CE4695" w:rsidRDefault="00CE4695" w:rsidP="00854C92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（使用開始日）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04" w:rsidRDefault="005902E8" w:rsidP="009232A4">
            <w:pPr>
              <w:jc w:val="center"/>
              <w:rPr>
                <w:rFonts w:ascii="ＭＳ ゴシック" w:eastAsia="ＭＳ ゴシック"/>
                <w:noProof/>
              </w:rPr>
            </w:pPr>
            <w:r w:rsidRPr="00AD4FC3">
              <w:rPr>
                <w:rFonts w:asciiTheme="majorHAnsi" w:eastAsia="ＭＳ ゴシック" w:hAnsiTheme="majorHAnsi" w:cstheme="majorHAnsi"/>
                <w:noProof/>
                <w:sz w:val="18"/>
              </w:rPr>
              <w:t>S H</w:t>
            </w:r>
            <w:r w:rsidRPr="00AD4FC3">
              <w:rPr>
                <w:rFonts w:asciiTheme="majorHAnsi" w:eastAsia="ＭＳ ゴシック" w:hAnsiTheme="majorHAnsi" w:cstheme="majorHAnsi" w:hint="eastAsia"/>
                <w:noProof/>
                <w:sz w:val="18"/>
              </w:rPr>
              <w:t>.R</w:t>
            </w:r>
            <w:bookmarkStart w:id="0" w:name="_GoBack"/>
            <w:bookmarkEnd w:id="0"/>
          </w:p>
        </w:tc>
        <w:tc>
          <w:tcPr>
            <w:tcW w:w="71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2F04" w:rsidRDefault="00D32F04" w:rsidP="00854C92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年</w:t>
            </w:r>
          </w:p>
        </w:tc>
        <w:tc>
          <w:tcPr>
            <w:tcW w:w="855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32F04" w:rsidRDefault="00D32F04" w:rsidP="00854C92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月</w:t>
            </w:r>
          </w:p>
        </w:tc>
        <w:tc>
          <w:tcPr>
            <w:tcW w:w="85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F04" w:rsidRDefault="00D32F04" w:rsidP="00854C92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  <w:sz w:val="18"/>
              </w:rPr>
              <w:t>日</w:t>
            </w:r>
          </w:p>
        </w:tc>
      </w:tr>
      <w:tr w:rsidR="00E77064" w:rsidTr="00552FF2">
        <w:trPr>
          <w:cantSplit/>
        </w:trPr>
        <w:tc>
          <w:tcPr>
            <w:tcW w:w="1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064" w:rsidRDefault="00E77064" w:rsidP="00A712AB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上  下  区  分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77064" w:rsidRPr="0044688E" w:rsidRDefault="00E77064" w:rsidP="0044688E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064" w:rsidRPr="0078502A" w:rsidRDefault="00E77064" w:rsidP="0044688E">
            <w:pPr>
              <w:rPr>
                <w:rFonts w:asciiTheme="majorHAnsi" w:eastAsia="ＭＳ ゴシック" w:hAnsiTheme="majorHAnsi" w:cstheme="majorHAnsi"/>
                <w:noProof/>
              </w:rPr>
            </w:pPr>
            <w:r>
              <w:rPr>
                <w:rFonts w:asciiTheme="majorHAnsi" w:eastAsia="ＭＳ ゴシック" w:hAnsiTheme="majorHAnsi" w:cstheme="majorHAnsi" w:hint="eastAsia"/>
                <w:noProof/>
              </w:rPr>
              <w:t>上下水道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E77064" w:rsidRDefault="00E77064" w:rsidP="00E77064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直 近 の</w:t>
            </w:r>
          </w:p>
          <w:p w:rsidR="00E77064" w:rsidRDefault="00E77064" w:rsidP="00E77064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水道検針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7064" w:rsidRDefault="00E77064" w:rsidP="00E77064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自</w:t>
            </w:r>
          </w:p>
        </w:tc>
        <w:tc>
          <w:tcPr>
            <w:tcW w:w="1425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77064" w:rsidRDefault="00E77064" w:rsidP="00E77064">
            <w:pPr>
              <w:ind w:firstLineChars="100" w:firstLine="208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・</w:t>
            </w:r>
          </w:p>
        </w:tc>
        <w:tc>
          <w:tcPr>
            <w:tcW w:w="17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E77064" w:rsidRPr="00552FF2" w:rsidRDefault="00E77064" w:rsidP="00E77064">
            <w:pPr>
              <w:ind w:left="21"/>
              <w:jc w:val="both"/>
              <w:rPr>
                <w:rFonts w:ascii="ＭＳ Ｐゴシック" w:eastAsia="ＭＳ Ｐゴシック" w:hAnsi="ＭＳ Ｐゴシック"/>
                <w:noProof/>
              </w:rPr>
            </w:pPr>
            <w:r w:rsidRPr="00552FF2">
              <w:rPr>
                <w:rFonts w:ascii="ＭＳ Ｐゴシック" w:eastAsia="ＭＳ Ｐゴシック" w:hAnsi="ＭＳ Ｐゴシック" w:hint="eastAsia"/>
                <w:noProof/>
              </w:rPr>
              <w:t>メーター指針</w:t>
            </w:r>
          </w:p>
          <w:p w:rsidR="00E77064" w:rsidRDefault="00E77064" w:rsidP="00552FF2">
            <w:pPr>
              <w:ind w:left="21"/>
              <w:jc w:val="right"/>
              <w:rPr>
                <w:rFonts w:ascii="ＭＳ ゴシック" w:eastAsia="ＭＳ ゴシック"/>
                <w:noProof/>
              </w:rPr>
            </w:pPr>
            <w:r w:rsidRPr="00552FF2">
              <w:rPr>
                <w:rFonts w:ascii="ＭＳ Ｐゴシック" w:eastAsia="ＭＳ Ｐゴシック" w:hAnsi="ＭＳ Ｐゴシック" w:hint="eastAsia"/>
                <w:noProof/>
              </w:rPr>
              <w:t xml:space="preserve">　　　　　　　　　㎥</w:t>
            </w:r>
          </w:p>
        </w:tc>
      </w:tr>
      <w:tr w:rsidR="00E77064" w:rsidTr="00552FF2">
        <w:trPr>
          <w:cantSplit/>
        </w:trPr>
        <w:tc>
          <w:tcPr>
            <w:tcW w:w="17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064" w:rsidRDefault="00E77064" w:rsidP="00541BD1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排　水　区　分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7064" w:rsidRPr="0044688E" w:rsidRDefault="00E77064" w:rsidP="0044688E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E77064" w:rsidRDefault="00E77064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一般排水</w:t>
            </w:r>
          </w:p>
        </w:tc>
        <w:tc>
          <w:tcPr>
            <w:tcW w:w="139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064" w:rsidRDefault="00E77064" w:rsidP="00541BD1">
            <w:pPr>
              <w:jc w:val="right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30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77064" w:rsidRDefault="00E77064" w:rsidP="00E77064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至</w:t>
            </w:r>
          </w:p>
        </w:tc>
        <w:tc>
          <w:tcPr>
            <w:tcW w:w="1425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064" w:rsidRDefault="00E77064" w:rsidP="00E77064">
            <w:pPr>
              <w:ind w:firstLineChars="100" w:firstLine="208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・</w:t>
            </w:r>
          </w:p>
        </w:tc>
        <w:tc>
          <w:tcPr>
            <w:tcW w:w="17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064" w:rsidRDefault="00E77064" w:rsidP="00E77064">
            <w:pPr>
              <w:ind w:left="21"/>
              <w:jc w:val="both"/>
              <w:rPr>
                <w:rFonts w:ascii="ＭＳ ゴシック" w:eastAsia="ＭＳ ゴシック"/>
                <w:noProof/>
              </w:rPr>
            </w:pPr>
          </w:p>
        </w:tc>
      </w:tr>
      <w:tr w:rsidR="00552FF2" w:rsidTr="00687D27">
        <w:trPr>
          <w:cantSplit/>
          <w:trHeight w:val="270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2FF2" w:rsidRDefault="00552FF2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608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52FF2" w:rsidRPr="0044688E" w:rsidRDefault="00552FF2" w:rsidP="0044688E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 w:rsidRPr="0044688E">
              <w:rPr>
                <w:rFonts w:asciiTheme="majorHAnsi" w:eastAsia="ＭＳ ゴシック" w:hAnsiTheme="majorHAnsi" w:cstheme="majorHAnsi"/>
                <w:noProof/>
              </w:rPr>
              <w:t>2</w:t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52FF2" w:rsidRDefault="00552FF2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工場排水</w:t>
            </w:r>
          </w:p>
        </w:tc>
        <w:tc>
          <w:tcPr>
            <w:tcW w:w="3120" w:type="dxa"/>
            <w:gridSpan w:val="5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52FF2" w:rsidRPr="00C32CF7" w:rsidRDefault="00687D27" w:rsidP="00D04FEE">
            <w:pPr>
              <w:jc w:val="both"/>
              <w:rPr>
                <w:rFonts w:ascii="ＭＳ Ｐゴシック" w:eastAsia="ＭＳ Ｐゴシック" w:hAnsi="ＭＳ Ｐゴシック"/>
                <w:noProof/>
              </w:rPr>
            </w:pP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>下水道使用開始日</w:t>
            </w:r>
            <w:r w:rsidR="00552FF2" w:rsidRPr="00C32CF7">
              <w:rPr>
                <w:rFonts w:ascii="ＭＳ Ｐゴシック" w:eastAsia="ＭＳ Ｐゴシック" w:hAnsi="ＭＳ Ｐゴシック" w:hint="eastAsia"/>
                <w:noProof/>
              </w:rPr>
              <w:t>メーター指針</w:t>
            </w:r>
          </w:p>
        </w:tc>
        <w:tc>
          <w:tcPr>
            <w:tcW w:w="1712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552FF2" w:rsidRDefault="00687D27" w:rsidP="00687D27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 xml:space="preserve">①          </w:t>
            </w:r>
            <w:r w:rsidR="00552FF2">
              <w:rPr>
                <w:rFonts w:ascii="ＭＳ ゴシック" w:eastAsia="ＭＳ ゴシック" w:hint="eastAsia"/>
                <w:noProof/>
              </w:rPr>
              <w:t>㎥</w:t>
            </w:r>
          </w:p>
        </w:tc>
      </w:tr>
      <w:tr w:rsidR="00552FF2" w:rsidTr="00552FF2">
        <w:trPr>
          <w:cantSplit/>
          <w:trHeight w:val="15"/>
        </w:trPr>
        <w:tc>
          <w:tcPr>
            <w:tcW w:w="17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2FF2" w:rsidRDefault="00552FF2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608" w:type="dxa"/>
            <w:tcBorders>
              <w:top w:val="dotted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552FF2" w:rsidRPr="0044688E" w:rsidRDefault="00552FF2" w:rsidP="0044688E">
            <w:pPr>
              <w:jc w:val="center"/>
              <w:rPr>
                <w:rFonts w:asciiTheme="majorHAnsi" w:eastAsia="ＭＳ ゴシック" w:hAnsiTheme="majorHAnsi" w:cstheme="majorHAnsi"/>
                <w:noProof/>
              </w:rPr>
            </w:pPr>
            <w:r>
              <w:rPr>
                <w:rFonts w:asciiTheme="majorHAnsi" w:eastAsia="ＭＳ ゴシック" w:hAnsiTheme="majorHAnsi" w:cstheme="majorHAnsi" w:hint="eastAsia"/>
                <w:noProof/>
              </w:rPr>
              <w:t>3</w:t>
            </w:r>
          </w:p>
        </w:tc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552FF2" w:rsidRDefault="00552FF2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特定排水</w:t>
            </w:r>
          </w:p>
        </w:tc>
        <w:tc>
          <w:tcPr>
            <w:tcW w:w="3120" w:type="dxa"/>
            <w:gridSpan w:val="5"/>
            <w:tcBorders>
              <w:top w:val="dotted" w:sz="4" w:space="0" w:color="auto"/>
              <w:left w:val="single" w:sz="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52FF2" w:rsidRPr="00C32CF7" w:rsidRDefault="00C32CF7" w:rsidP="00687D27">
            <w:pPr>
              <w:rPr>
                <w:rFonts w:ascii="ＭＳ Ｐゴシック" w:eastAsia="ＭＳ Ｐゴシック" w:hAnsi="ＭＳ Ｐゴシック"/>
                <w:noProof/>
              </w:rPr>
            </w:pP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>第１回</w:t>
            </w:r>
            <w:r w:rsidR="00552FF2" w:rsidRPr="00C32CF7">
              <w:rPr>
                <w:rFonts w:ascii="ＭＳ Ｐゴシック" w:eastAsia="ＭＳ Ｐゴシック" w:hAnsi="ＭＳ Ｐゴシック" w:hint="eastAsia"/>
                <w:noProof/>
              </w:rPr>
              <w:t>下水道使用量</w:t>
            </w: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noProof/>
              </w:rPr>
              <w:t xml:space="preserve">　　</w:t>
            </w:r>
            <w:r w:rsidRPr="00C32CF7">
              <w:rPr>
                <w:rFonts w:ascii="ＭＳ Ｐゴシック" w:eastAsia="ＭＳ Ｐゴシック" w:hAnsi="ＭＳ Ｐゴシック" w:hint="eastAsia"/>
                <w:noProof/>
              </w:rPr>
              <w:t>月分）</w:t>
            </w:r>
          </w:p>
        </w:tc>
        <w:tc>
          <w:tcPr>
            <w:tcW w:w="1712" w:type="dxa"/>
            <w:gridSpan w:val="4"/>
            <w:tcBorders>
              <w:top w:val="dotted" w:sz="4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552FF2" w:rsidRDefault="00552FF2" w:rsidP="00541BD1">
            <w:pPr>
              <w:jc w:val="right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㎥</w:t>
            </w:r>
          </w:p>
        </w:tc>
      </w:tr>
      <w:tr w:rsidR="00D32F04" w:rsidTr="00626C26">
        <w:trPr>
          <w:cantSplit/>
          <w:trHeight w:val="285"/>
        </w:trPr>
        <w:tc>
          <w:tcPr>
            <w:tcW w:w="265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D32F04" w:rsidRDefault="00E369CD" w:rsidP="00E369CD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本票の</w:t>
            </w:r>
            <w:r w:rsidR="00D32F04">
              <w:rPr>
                <w:rFonts w:ascii="ＭＳ ゴシック" w:eastAsia="ＭＳ ゴシック" w:hint="eastAsia"/>
                <w:noProof/>
              </w:rPr>
              <w:t>収受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D32F04" w:rsidRDefault="00D32F04" w:rsidP="006366CB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料金担当への送付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D32F04" w:rsidRDefault="00D32F04" w:rsidP="00541BD1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料金担当の受領</w:t>
            </w:r>
          </w:p>
        </w:tc>
        <w:tc>
          <w:tcPr>
            <w:tcW w:w="256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:rsidR="00D32F04" w:rsidRDefault="00D32F04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水道収納SYSﾃﾞｰﾀ入力</w:t>
            </w:r>
          </w:p>
        </w:tc>
      </w:tr>
      <w:tr w:rsidR="00CB29A5" w:rsidTr="00626C26">
        <w:trPr>
          <w:cantSplit/>
          <w:trHeight w:val="216"/>
        </w:trPr>
        <w:tc>
          <w:tcPr>
            <w:tcW w:w="1759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</w:tcPr>
          <w:p w:rsidR="00CB29A5" w:rsidRDefault="00E369CD" w:rsidP="00541BD1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収</w:t>
            </w:r>
            <w:r w:rsidR="008B79A9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受</w:t>
            </w:r>
            <w:r w:rsidR="008B79A9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印</w:t>
            </w:r>
          </w:p>
        </w:tc>
        <w:tc>
          <w:tcPr>
            <w:tcW w:w="892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:rsidR="00CB29A5" w:rsidRDefault="00E369CD" w:rsidP="00541BD1">
            <w:pPr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受領者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B29A5" w:rsidRDefault="00CB29A5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送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付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日</w:t>
            </w:r>
          </w:p>
        </w:tc>
        <w:tc>
          <w:tcPr>
            <w:tcW w:w="2267" w:type="dxa"/>
            <w:gridSpan w:val="3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B29A5" w:rsidRDefault="00CB29A5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領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日</w:t>
            </w:r>
          </w:p>
        </w:tc>
        <w:tc>
          <w:tcPr>
            <w:tcW w:w="2565" w:type="dxa"/>
            <w:gridSpan w:val="6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B29A5" w:rsidRDefault="00CB29A5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入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力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日</w:t>
            </w:r>
          </w:p>
        </w:tc>
      </w:tr>
      <w:tr w:rsidR="00CB29A5" w:rsidTr="00626C26">
        <w:trPr>
          <w:cantSplit/>
          <w:trHeight w:val="420"/>
        </w:trPr>
        <w:tc>
          <w:tcPr>
            <w:tcW w:w="1759" w:type="dxa"/>
            <w:vMerge w:val="restart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</w:tcPr>
          <w:p w:rsidR="00CB29A5" w:rsidRDefault="00CB29A5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</w:tcPr>
          <w:p w:rsidR="00CB29A5" w:rsidRDefault="00CB29A5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29A5" w:rsidRDefault="00CB29A5" w:rsidP="00541BD1">
            <w:pPr>
              <w:ind w:firstLineChars="250" w:firstLine="520"/>
              <w:jc w:val="both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29A5" w:rsidRDefault="00CB29A5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  <w:tc>
          <w:tcPr>
            <w:tcW w:w="2565" w:type="dxa"/>
            <w:gridSpan w:val="6"/>
            <w:tcBorders>
              <w:top w:val="dott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B29A5" w:rsidRDefault="00CB29A5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・　  ・</w:t>
            </w:r>
          </w:p>
        </w:tc>
      </w:tr>
      <w:tr w:rsidR="000F3D3D" w:rsidTr="00626C26">
        <w:trPr>
          <w:cantSplit/>
          <w:trHeight w:val="165"/>
        </w:trPr>
        <w:tc>
          <w:tcPr>
            <w:tcW w:w="1759" w:type="dxa"/>
            <w:vMerge/>
            <w:tcBorders>
              <w:left w:val="single" w:sz="12" w:space="0" w:color="auto"/>
              <w:right w:val="dotted" w:sz="4" w:space="0" w:color="auto"/>
            </w:tcBorders>
          </w:tcPr>
          <w:p w:rsidR="000F3D3D" w:rsidRDefault="000F3D3D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/>
            <w:tcBorders>
              <w:left w:val="dotted" w:sz="4" w:space="0" w:color="auto"/>
              <w:right w:val="single" w:sz="12" w:space="0" w:color="auto"/>
            </w:tcBorders>
          </w:tcPr>
          <w:p w:rsidR="000F3D3D" w:rsidRDefault="000F3D3D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F3D3D" w:rsidRDefault="000F3D3D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送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付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者</w:t>
            </w:r>
          </w:p>
        </w:tc>
        <w:tc>
          <w:tcPr>
            <w:tcW w:w="2267" w:type="dxa"/>
            <w:gridSpan w:val="3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F3D3D" w:rsidRDefault="000F3D3D" w:rsidP="00CB29A5">
            <w:pPr>
              <w:jc w:val="center"/>
              <w:rPr>
                <w:rFonts w:ascii="ＭＳ ゴシック" w:eastAsia="ＭＳ ゴシック"/>
                <w:noProof/>
              </w:rPr>
            </w:pPr>
            <w:r>
              <w:rPr>
                <w:rFonts w:ascii="ＭＳ ゴシック" w:eastAsia="ＭＳ ゴシック" w:hint="eastAsia"/>
                <w:noProof/>
              </w:rPr>
              <w:t>受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領</w:t>
            </w:r>
            <w:r w:rsidR="00E369CD">
              <w:rPr>
                <w:rFonts w:ascii="ＭＳ ゴシック" w:eastAsia="ＭＳ ゴシック" w:hint="eastAsia"/>
                <w:noProof/>
              </w:rPr>
              <w:t xml:space="preserve"> </w:t>
            </w:r>
            <w:r>
              <w:rPr>
                <w:rFonts w:ascii="ＭＳ ゴシック" w:eastAsia="ＭＳ ゴシック" w:hint="eastAsia"/>
                <w:noProof/>
              </w:rPr>
              <w:t>者</w:t>
            </w:r>
          </w:p>
        </w:tc>
        <w:tc>
          <w:tcPr>
            <w:tcW w:w="1276" w:type="dxa"/>
            <w:gridSpan w:val="4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F3D3D" w:rsidRPr="007C5DC8" w:rsidRDefault="000F3D3D" w:rsidP="00CB29A5">
            <w:pPr>
              <w:jc w:val="center"/>
              <w:rPr>
                <w:rFonts w:ascii="ＭＳ ゴシック" w:eastAsia="ＭＳ ゴシック"/>
                <w:noProof/>
                <w:sz w:val="20"/>
                <w:szCs w:val="20"/>
              </w:rPr>
            </w:pPr>
            <w:r w:rsidRPr="007C5DC8">
              <w:rPr>
                <w:rFonts w:ascii="ＭＳ ゴシック" w:eastAsia="ＭＳ ゴシック" w:hint="eastAsia"/>
                <w:noProof/>
                <w:sz w:val="20"/>
                <w:szCs w:val="20"/>
              </w:rPr>
              <w:t>入力者</w:t>
            </w:r>
          </w:p>
        </w:tc>
        <w:tc>
          <w:tcPr>
            <w:tcW w:w="1289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F3D3D" w:rsidRPr="007C5DC8" w:rsidRDefault="00E369CD" w:rsidP="000F3D3D">
            <w:pPr>
              <w:ind w:left="6"/>
              <w:jc w:val="center"/>
              <w:rPr>
                <w:rFonts w:ascii="ＭＳ ゴシック" w:eastAsia="ＭＳ ゴシック"/>
                <w:noProof/>
                <w:sz w:val="20"/>
                <w:szCs w:val="20"/>
              </w:rPr>
            </w:pPr>
            <w:r>
              <w:rPr>
                <w:rFonts w:ascii="ＭＳ ゴシック" w:eastAsia="ＭＳ ゴシック" w:hint="eastAsia"/>
                <w:noProof/>
                <w:sz w:val="20"/>
                <w:szCs w:val="20"/>
              </w:rPr>
              <w:t>入力</w:t>
            </w:r>
            <w:r w:rsidR="000F3D3D" w:rsidRPr="007C5DC8">
              <w:rPr>
                <w:rFonts w:ascii="ＭＳ ゴシック" w:eastAsia="ＭＳ ゴシック" w:hint="eastAsia"/>
                <w:noProof/>
                <w:sz w:val="20"/>
                <w:szCs w:val="20"/>
              </w:rPr>
              <w:t>確認者</w:t>
            </w:r>
          </w:p>
        </w:tc>
      </w:tr>
      <w:tr w:rsidR="000F3D3D" w:rsidTr="00626C26">
        <w:trPr>
          <w:cantSplit/>
          <w:trHeight w:val="553"/>
        </w:trPr>
        <w:tc>
          <w:tcPr>
            <w:tcW w:w="1759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0F3D3D" w:rsidRDefault="000F3D3D" w:rsidP="00541BD1">
            <w:pPr>
              <w:jc w:val="center"/>
              <w:rPr>
                <w:rFonts w:ascii="ＭＳ ゴシック" w:eastAsia="ＭＳ ゴシック"/>
                <w:noProof/>
              </w:rPr>
            </w:pPr>
          </w:p>
        </w:tc>
        <w:tc>
          <w:tcPr>
            <w:tcW w:w="892" w:type="dxa"/>
            <w:gridSpan w:val="2"/>
            <w:vMerge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0F3D3D" w:rsidRDefault="000F3D3D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D3D" w:rsidRDefault="000F3D3D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2267" w:type="dxa"/>
            <w:gridSpan w:val="3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D3D" w:rsidRDefault="000F3D3D" w:rsidP="00541BD1">
            <w:pPr>
              <w:rPr>
                <w:rFonts w:ascii="ＭＳ ゴシック" w:eastAsia="ＭＳ ゴシック"/>
                <w:noProof/>
              </w:rPr>
            </w:pPr>
          </w:p>
        </w:tc>
        <w:tc>
          <w:tcPr>
            <w:tcW w:w="1276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0F3D3D" w:rsidRPr="007C5DC8" w:rsidRDefault="000F3D3D" w:rsidP="00541BD1">
            <w:pPr>
              <w:rPr>
                <w:rFonts w:ascii="ＭＳ ゴシック" w:eastAsia="ＭＳ ゴシック"/>
                <w:noProof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0F3D3D" w:rsidRPr="007C5DC8" w:rsidRDefault="000F3D3D" w:rsidP="000F3D3D">
            <w:pPr>
              <w:ind w:left="126"/>
              <w:rPr>
                <w:rFonts w:ascii="ＭＳ ゴシック" w:eastAsia="ＭＳ ゴシック"/>
                <w:noProof/>
                <w:sz w:val="20"/>
                <w:szCs w:val="20"/>
              </w:rPr>
            </w:pPr>
          </w:p>
        </w:tc>
      </w:tr>
    </w:tbl>
    <w:p w:rsidR="00541BD1" w:rsidRPr="00B41285" w:rsidRDefault="00541BD1" w:rsidP="005622B6">
      <w:pPr>
        <w:spacing w:line="20" w:lineRule="exact"/>
        <w:rPr>
          <w:rFonts w:asciiTheme="minorEastAsia" w:hAnsiTheme="minorEastAsia"/>
          <w:sz w:val="24"/>
          <w:szCs w:val="24"/>
        </w:rPr>
      </w:pPr>
    </w:p>
    <w:sectPr w:rsidR="00541BD1" w:rsidRPr="00B41285" w:rsidSect="001C434E">
      <w:pgSz w:w="11906" w:h="16838" w:code="9"/>
      <w:pgMar w:top="1021" w:right="1134" w:bottom="1021" w:left="1304" w:header="851" w:footer="992" w:gutter="0"/>
      <w:cols w:space="425"/>
      <w:docGrid w:type="linesAndChars" w:linePitch="294" w:charSpace="-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5FB" w:rsidRDefault="008565FB" w:rsidP="00731E82">
      <w:r>
        <w:separator/>
      </w:r>
    </w:p>
  </w:endnote>
  <w:endnote w:type="continuationSeparator" w:id="0">
    <w:p w:rsidR="008565FB" w:rsidRDefault="008565FB" w:rsidP="0073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ＨＰ平成明朝体W7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5FB" w:rsidRDefault="008565FB" w:rsidP="00731E82">
      <w:r>
        <w:separator/>
      </w:r>
    </w:p>
  </w:footnote>
  <w:footnote w:type="continuationSeparator" w:id="0">
    <w:p w:rsidR="008565FB" w:rsidRDefault="008565FB" w:rsidP="00731E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attachedTemplate r:id="rId1"/>
  <w:defaultTabStop w:val="840"/>
  <w:drawingGridHorizontalSpacing w:val="104"/>
  <w:drawingGridVerticalSpacing w:val="147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EF"/>
    <w:rsid w:val="0000360C"/>
    <w:rsid w:val="000101F0"/>
    <w:rsid w:val="00010843"/>
    <w:rsid w:val="00011D24"/>
    <w:rsid w:val="0001665E"/>
    <w:rsid w:val="00022ADD"/>
    <w:rsid w:val="00022F75"/>
    <w:rsid w:val="00027E68"/>
    <w:rsid w:val="000309EB"/>
    <w:rsid w:val="00031891"/>
    <w:rsid w:val="00040BF4"/>
    <w:rsid w:val="00041677"/>
    <w:rsid w:val="00044694"/>
    <w:rsid w:val="00046352"/>
    <w:rsid w:val="00046756"/>
    <w:rsid w:val="0005029F"/>
    <w:rsid w:val="00050FD6"/>
    <w:rsid w:val="00052E56"/>
    <w:rsid w:val="00052EA7"/>
    <w:rsid w:val="000538CC"/>
    <w:rsid w:val="00056173"/>
    <w:rsid w:val="000607EC"/>
    <w:rsid w:val="00060C6E"/>
    <w:rsid w:val="000638A4"/>
    <w:rsid w:val="00063997"/>
    <w:rsid w:val="000672EF"/>
    <w:rsid w:val="00073377"/>
    <w:rsid w:val="000738FA"/>
    <w:rsid w:val="00075EE8"/>
    <w:rsid w:val="000869CE"/>
    <w:rsid w:val="00093F32"/>
    <w:rsid w:val="000967DC"/>
    <w:rsid w:val="000976F0"/>
    <w:rsid w:val="000B07D0"/>
    <w:rsid w:val="000B3755"/>
    <w:rsid w:val="000B3D07"/>
    <w:rsid w:val="000B6B9D"/>
    <w:rsid w:val="000B7459"/>
    <w:rsid w:val="000D30D4"/>
    <w:rsid w:val="000D491F"/>
    <w:rsid w:val="000D4D32"/>
    <w:rsid w:val="000D629E"/>
    <w:rsid w:val="000D6FA8"/>
    <w:rsid w:val="000E7391"/>
    <w:rsid w:val="000E7A55"/>
    <w:rsid w:val="000F3D3D"/>
    <w:rsid w:val="000F6AA9"/>
    <w:rsid w:val="00103953"/>
    <w:rsid w:val="0010415B"/>
    <w:rsid w:val="001115FB"/>
    <w:rsid w:val="00111C87"/>
    <w:rsid w:val="001136F8"/>
    <w:rsid w:val="00120BD3"/>
    <w:rsid w:val="0012215D"/>
    <w:rsid w:val="00123117"/>
    <w:rsid w:val="00123ABC"/>
    <w:rsid w:val="00125A1C"/>
    <w:rsid w:val="00125B1B"/>
    <w:rsid w:val="00127939"/>
    <w:rsid w:val="001279E9"/>
    <w:rsid w:val="00135AAD"/>
    <w:rsid w:val="00136E65"/>
    <w:rsid w:val="00140920"/>
    <w:rsid w:val="00143DAD"/>
    <w:rsid w:val="001449A7"/>
    <w:rsid w:val="00145279"/>
    <w:rsid w:val="0015573F"/>
    <w:rsid w:val="00163490"/>
    <w:rsid w:val="00165741"/>
    <w:rsid w:val="00166A64"/>
    <w:rsid w:val="001674AA"/>
    <w:rsid w:val="00170589"/>
    <w:rsid w:val="00170BC9"/>
    <w:rsid w:val="00171312"/>
    <w:rsid w:val="00172B6A"/>
    <w:rsid w:val="0018459C"/>
    <w:rsid w:val="00184814"/>
    <w:rsid w:val="0018617F"/>
    <w:rsid w:val="00190B47"/>
    <w:rsid w:val="001912C9"/>
    <w:rsid w:val="00193509"/>
    <w:rsid w:val="001938A5"/>
    <w:rsid w:val="0019434D"/>
    <w:rsid w:val="00195A85"/>
    <w:rsid w:val="001961E1"/>
    <w:rsid w:val="001A145D"/>
    <w:rsid w:val="001A580E"/>
    <w:rsid w:val="001A7F4F"/>
    <w:rsid w:val="001B629E"/>
    <w:rsid w:val="001C25BF"/>
    <w:rsid w:val="001C434E"/>
    <w:rsid w:val="001C67E2"/>
    <w:rsid w:val="001D0E2E"/>
    <w:rsid w:val="001D0E30"/>
    <w:rsid w:val="001D34E4"/>
    <w:rsid w:val="001D41BA"/>
    <w:rsid w:val="001D4D9F"/>
    <w:rsid w:val="001D71CE"/>
    <w:rsid w:val="001E0A6E"/>
    <w:rsid w:val="001E5466"/>
    <w:rsid w:val="001E5D8C"/>
    <w:rsid w:val="001E7A52"/>
    <w:rsid w:val="001F1E81"/>
    <w:rsid w:val="001F3791"/>
    <w:rsid w:val="001F495E"/>
    <w:rsid w:val="001F78C0"/>
    <w:rsid w:val="00201DD5"/>
    <w:rsid w:val="00203CB2"/>
    <w:rsid w:val="00207503"/>
    <w:rsid w:val="002079E3"/>
    <w:rsid w:val="00216E97"/>
    <w:rsid w:val="002179FF"/>
    <w:rsid w:val="00224069"/>
    <w:rsid w:val="002258E1"/>
    <w:rsid w:val="002339BF"/>
    <w:rsid w:val="00235AC6"/>
    <w:rsid w:val="00236212"/>
    <w:rsid w:val="00237A23"/>
    <w:rsid w:val="00241EAC"/>
    <w:rsid w:val="002514BE"/>
    <w:rsid w:val="002532E7"/>
    <w:rsid w:val="0025393C"/>
    <w:rsid w:val="00256C06"/>
    <w:rsid w:val="0026028E"/>
    <w:rsid w:val="002710C1"/>
    <w:rsid w:val="00274121"/>
    <w:rsid w:val="0027453E"/>
    <w:rsid w:val="0027508C"/>
    <w:rsid w:val="00276012"/>
    <w:rsid w:val="0028246D"/>
    <w:rsid w:val="0029209A"/>
    <w:rsid w:val="002932D1"/>
    <w:rsid w:val="002968E0"/>
    <w:rsid w:val="00297950"/>
    <w:rsid w:val="002A0C8C"/>
    <w:rsid w:val="002A1AC6"/>
    <w:rsid w:val="002A2E18"/>
    <w:rsid w:val="002A3A3D"/>
    <w:rsid w:val="002A645B"/>
    <w:rsid w:val="002A735A"/>
    <w:rsid w:val="002A7A67"/>
    <w:rsid w:val="002A7EDB"/>
    <w:rsid w:val="002B14DF"/>
    <w:rsid w:val="002B48D6"/>
    <w:rsid w:val="002B4B74"/>
    <w:rsid w:val="002C039E"/>
    <w:rsid w:val="002C2BF8"/>
    <w:rsid w:val="002C310B"/>
    <w:rsid w:val="002C36D1"/>
    <w:rsid w:val="002C4044"/>
    <w:rsid w:val="002E1A2B"/>
    <w:rsid w:val="002E2293"/>
    <w:rsid w:val="002E3949"/>
    <w:rsid w:val="002E4364"/>
    <w:rsid w:val="002E5227"/>
    <w:rsid w:val="002F3283"/>
    <w:rsid w:val="002F3D4E"/>
    <w:rsid w:val="002F412B"/>
    <w:rsid w:val="002F4FF1"/>
    <w:rsid w:val="002F5F72"/>
    <w:rsid w:val="002F6CD5"/>
    <w:rsid w:val="00300F81"/>
    <w:rsid w:val="00303DB3"/>
    <w:rsid w:val="00304522"/>
    <w:rsid w:val="00314715"/>
    <w:rsid w:val="00316143"/>
    <w:rsid w:val="00316823"/>
    <w:rsid w:val="003209DD"/>
    <w:rsid w:val="00322127"/>
    <w:rsid w:val="00323E90"/>
    <w:rsid w:val="00326254"/>
    <w:rsid w:val="00326EEB"/>
    <w:rsid w:val="0033225E"/>
    <w:rsid w:val="00333EFC"/>
    <w:rsid w:val="00334ACE"/>
    <w:rsid w:val="00335E80"/>
    <w:rsid w:val="0034036A"/>
    <w:rsid w:val="00343091"/>
    <w:rsid w:val="00346DCC"/>
    <w:rsid w:val="0035548C"/>
    <w:rsid w:val="0035742E"/>
    <w:rsid w:val="0037093D"/>
    <w:rsid w:val="00370B3B"/>
    <w:rsid w:val="0037353B"/>
    <w:rsid w:val="0037734B"/>
    <w:rsid w:val="00386BA0"/>
    <w:rsid w:val="00390925"/>
    <w:rsid w:val="00394EA2"/>
    <w:rsid w:val="00396943"/>
    <w:rsid w:val="003A46DA"/>
    <w:rsid w:val="003A5675"/>
    <w:rsid w:val="003A6AAA"/>
    <w:rsid w:val="003B02F2"/>
    <w:rsid w:val="003B32D4"/>
    <w:rsid w:val="003B3D4A"/>
    <w:rsid w:val="003B5FDC"/>
    <w:rsid w:val="003C48DE"/>
    <w:rsid w:val="003D334D"/>
    <w:rsid w:val="003D3EDE"/>
    <w:rsid w:val="003E2AFB"/>
    <w:rsid w:val="003E50F6"/>
    <w:rsid w:val="003F1F50"/>
    <w:rsid w:val="003F24BC"/>
    <w:rsid w:val="003F3B01"/>
    <w:rsid w:val="003F7E36"/>
    <w:rsid w:val="00403459"/>
    <w:rsid w:val="00410A04"/>
    <w:rsid w:val="00413F05"/>
    <w:rsid w:val="00414AB0"/>
    <w:rsid w:val="00415F50"/>
    <w:rsid w:val="00416BEF"/>
    <w:rsid w:val="00417938"/>
    <w:rsid w:val="00423D76"/>
    <w:rsid w:val="00424919"/>
    <w:rsid w:val="00425DAC"/>
    <w:rsid w:val="00427C20"/>
    <w:rsid w:val="004306B4"/>
    <w:rsid w:val="00432E00"/>
    <w:rsid w:val="00434CAE"/>
    <w:rsid w:val="00442708"/>
    <w:rsid w:val="00442BD3"/>
    <w:rsid w:val="00443838"/>
    <w:rsid w:val="0044688E"/>
    <w:rsid w:val="004475E4"/>
    <w:rsid w:val="00450948"/>
    <w:rsid w:val="00452D92"/>
    <w:rsid w:val="004576BB"/>
    <w:rsid w:val="004622E1"/>
    <w:rsid w:val="00462EEA"/>
    <w:rsid w:val="00463B38"/>
    <w:rsid w:val="00463C71"/>
    <w:rsid w:val="00470068"/>
    <w:rsid w:val="00473C1C"/>
    <w:rsid w:val="00475238"/>
    <w:rsid w:val="00477E85"/>
    <w:rsid w:val="00481ED1"/>
    <w:rsid w:val="0048550A"/>
    <w:rsid w:val="00486E8A"/>
    <w:rsid w:val="00492FBA"/>
    <w:rsid w:val="00493E38"/>
    <w:rsid w:val="004947BE"/>
    <w:rsid w:val="004A1CBE"/>
    <w:rsid w:val="004A4936"/>
    <w:rsid w:val="004B0291"/>
    <w:rsid w:val="004B18D1"/>
    <w:rsid w:val="004B2C86"/>
    <w:rsid w:val="004C031F"/>
    <w:rsid w:val="004C3327"/>
    <w:rsid w:val="004C3C60"/>
    <w:rsid w:val="004C6E81"/>
    <w:rsid w:val="004D5790"/>
    <w:rsid w:val="004E011B"/>
    <w:rsid w:val="004E5865"/>
    <w:rsid w:val="004F2C40"/>
    <w:rsid w:val="005036A9"/>
    <w:rsid w:val="00504664"/>
    <w:rsid w:val="00506DBD"/>
    <w:rsid w:val="00507D9F"/>
    <w:rsid w:val="005103BE"/>
    <w:rsid w:val="00511C5C"/>
    <w:rsid w:val="00512483"/>
    <w:rsid w:val="00522697"/>
    <w:rsid w:val="00523AA4"/>
    <w:rsid w:val="005258B3"/>
    <w:rsid w:val="00527484"/>
    <w:rsid w:val="00530798"/>
    <w:rsid w:val="00536E1F"/>
    <w:rsid w:val="00541BD1"/>
    <w:rsid w:val="00541BD9"/>
    <w:rsid w:val="00542F8E"/>
    <w:rsid w:val="00542FA7"/>
    <w:rsid w:val="00550761"/>
    <w:rsid w:val="00552204"/>
    <w:rsid w:val="00552437"/>
    <w:rsid w:val="00552FF2"/>
    <w:rsid w:val="00554144"/>
    <w:rsid w:val="00555E55"/>
    <w:rsid w:val="00557866"/>
    <w:rsid w:val="0056188F"/>
    <w:rsid w:val="005622B6"/>
    <w:rsid w:val="0056250C"/>
    <w:rsid w:val="005625A2"/>
    <w:rsid w:val="005815F2"/>
    <w:rsid w:val="00581DD6"/>
    <w:rsid w:val="00587751"/>
    <w:rsid w:val="005902E8"/>
    <w:rsid w:val="005B068A"/>
    <w:rsid w:val="005B715D"/>
    <w:rsid w:val="005B7CA3"/>
    <w:rsid w:val="005C42B1"/>
    <w:rsid w:val="005C729E"/>
    <w:rsid w:val="005D0B27"/>
    <w:rsid w:val="005D352A"/>
    <w:rsid w:val="005D49E2"/>
    <w:rsid w:val="005E2328"/>
    <w:rsid w:val="005E2C27"/>
    <w:rsid w:val="005F717B"/>
    <w:rsid w:val="005F732E"/>
    <w:rsid w:val="005F7D63"/>
    <w:rsid w:val="0062217E"/>
    <w:rsid w:val="006247EF"/>
    <w:rsid w:val="006269A7"/>
    <w:rsid w:val="00626C26"/>
    <w:rsid w:val="00626F2B"/>
    <w:rsid w:val="00627A60"/>
    <w:rsid w:val="00630CF5"/>
    <w:rsid w:val="006366CB"/>
    <w:rsid w:val="00636E95"/>
    <w:rsid w:val="00636F62"/>
    <w:rsid w:val="00637415"/>
    <w:rsid w:val="00640D26"/>
    <w:rsid w:val="00642E7D"/>
    <w:rsid w:val="0064682D"/>
    <w:rsid w:val="006512AF"/>
    <w:rsid w:val="00654319"/>
    <w:rsid w:val="0065462E"/>
    <w:rsid w:val="00656E07"/>
    <w:rsid w:val="00657AC1"/>
    <w:rsid w:val="00657B06"/>
    <w:rsid w:val="00664155"/>
    <w:rsid w:val="006670B7"/>
    <w:rsid w:val="00672929"/>
    <w:rsid w:val="00672EF1"/>
    <w:rsid w:val="00675F0B"/>
    <w:rsid w:val="00686108"/>
    <w:rsid w:val="00687D27"/>
    <w:rsid w:val="00690F31"/>
    <w:rsid w:val="00695891"/>
    <w:rsid w:val="00696D34"/>
    <w:rsid w:val="006A1660"/>
    <w:rsid w:val="006B3A5A"/>
    <w:rsid w:val="006B71F4"/>
    <w:rsid w:val="006B7CF1"/>
    <w:rsid w:val="006C040E"/>
    <w:rsid w:val="006C2571"/>
    <w:rsid w:val="006C346F"/>
    <w:rsid w:val="006D2B0D"/>
    <w:rsid w:val="006D3C44"/>
    <w:rsid w:val="006D3DB2"/>
    <w:rsid w:val="006E028D"/>
    <w:rsid w:val="006E100F"/>
    <w:rsid w:val="006E246C"/>
    <w:rsid w:val="006F1914"/>
    <w:rsid w:val="006F4CD0"/>
    <w:rsid w:val="006F500B"/>
    <w:rsid w:val="00703DE2"/>
    <w:rsid w:val="00704408"/>
    <w:rsid w:val="00711549"/>
    <w:rsid w:val="007122B7"/>
    <w:rsid w:val="00712EC6"/>
    <w:rsid w:val="00717204"/>
    <w:rsid w:val="00725A4E"/>
    <w:rsid w:val="00726A03"/>
    <w:rsid w:val="007276FA"/>
    <w:rsid w:val="00731504"/>
    <w:rsid w:val="00731E82"/>
    <w:rsid w:val="00736C67"/>
    <w:rsid w:val="00744359"/>
    <w:rsid w:val="00757E97"/>
    <w:rsid w:val="00760CDE"/>
    <w:rsid w:val="007621FC"/>
    <w:rsid w:val="00767AA6"/>
    <w:rsid w:val="00776DD6"/>
    <w:rsid w:val="00777959"/>
    <w:rsid w:val="007849DE"/>
    <w:rsid w:val="0078502A"/>
    <w:rsid w:val="0078782B"/>
    <w:rsid w:val="0079125F"/>
    <w:rsid w:val="00791BC1"/>
    <w:rsid w:val="007975FC"/>
    <w:rsid w:val="007A0E41"/>
    <w:rsid w:val="007A40B4"/>
    <w:rsid w:val="007A4D82"/>
    <w:rsid w:val="007B2D93"/>
    <w:rsid w:val="007C0551"/>
    <w:rsid w:val="007C1558"/>
    <w:rsid w:val="007C188F"/>
    <w:rsid w:val="007C32C4"/>
    <w:rsid w:val="007C5DC8"/>
    <w:rsid w:val="007C61D1"/>
    <w:rsid w:val="007C72CC"/>
    <w:rsid w:val="007C76A5"/>
    <w:rsid w:val="007D3B47"/>
    <w:rsid w:val="007F3680"/>
    <w:rsid w:val="007F4137"/>
    <w:rsid w:val="007F5FC8"/>
    <w:rsid w:val="007F6CE9"/>
    <w:rsid w:val="00805001"/>
    <w:rsid w:val="00806A9E"/>
    <w:rsid w:val="00814605"/>
    <w:rsid w:val="00817134"/>
    <w:rsid w:val="00823181"/>
    <w:rsid w:val="00825C38"/>
    <w:rsid w:val="008303C5"/>
    <w:rsid w:val="00833798"/>
    <w:rsid w:val="0084435A"/>
    <w:rsid w:val="00845798"/>
    <w:rsid w:val="0084641C"/>
    <w:rsid w:val="00852B33"/>
    <w:rsid w:val="00852D74"/>
    <w:rsid w:val="00854A3E"/>
    <w:rsid w:val="00854C92"/>
    <w:rsid w:val="00855754"/>
    <w:rsid w:val="008565FB"/>
    <w:rsid w:val="00857747"/>
    <w:rsid w:val="00861F56"/>
    <w:rsid w:val="00865ADA"/>
    <w:rsid w:val="00871883"/>
    <w:rsid w:val="0087215D"/>
    <w:rsid w:val="00872343"/>
    <w:rsid w:val="00872840"/>
    <w:rsid w:val="00876C60"/>
    <w:rsid w:val="00880409"/>
    <w:rsid w:val="00882190"/>
    <w:rsid w:val="00884181"/>
    <w:rsid w:val="00886BA9"/>
    <w:rsid w:val="00892811"/>
    <w:rsid w:val="008A2A0B"/>
    <w:rsid w:val="008A7373"/>
    <w:rsid w:val="008B1642"/>
    <w:rsid w:val="008B451B"/>
    <w:rsid w:val="008B5C99"/>
    <w:rsid w:val="008B79A9"/>
    <w:rsid w:val="008B7DC3"/>
    <w:rsid w:val="008C3B8C"/>
    <w:rsid w:val="008C40AE"/>
    <w:rsid w:val="008C5919"/>
    <w:rsid w:val="008C6EDB"/>
    <w:rsid w:val="008D230D"/>
    <w:rsid w:val="008D25F3"/>
    <w:rsid w:val="008D40AE"/>
    <w:rsid w:val="008D529A"/>
    <w:rsid w:val="008D5A37"/>
    <w:rsid w:val="008D5A52"/>
    <w:rsid w:val="008D620E"/>
    <w:rsid w:val="008E2D7B"/>
    <w:rsid w:val="008E6662"/>
    <w:rsid w:val="008E79EE"/>
    <w:rsid w:val="008F10AD"/>
    <w:rsid w:val="008F3CBB"/>
    <w:rsid w:val="008F4522"/>
    <w:rsid w:val="008F48E4"/>
    <w:rsid w:val="008F72A9"/>
    <w:rsid w:val="008F730E"/>
    <w:rsid w:val="008F7623"/>
    <w:rsid w:val="00902B86"/>
    <w:rsid w:val="00904EEC"/>
    <w:rsid w:val="00911A1F"/>
    <w:rsid w:val="009159F9"/>
    <w:rsid w:val="009164A5"/>
    <w:rsid w:val="009171FD"/>
    <w:rsid w:val="009207B8"/>
    <w:rsid w:val="0092210A"/>
    <w:rsid w:val="009232A4"/>
    <w:rsid w:val="009331ED"/>
    <w:rsid w:val="00946F89"/>
    <w:rsid w:val="009517E9"/>
    <w:rsid w:val="00954119"/>
    <w:rsid w:val="009617E2"/>
    <w:rsid w:val="00961985"/>
    <w:rsid w:val="0096381C"/>
    <w:rsid w:val="00963EA3"/>
    <w:rsid w:val="0097081F"/>
    <w:rsid w:val="00970C98"/>
    <w:rsid w:val="009749A4"/>
    <w:rsid w:val="009760ED"/>
    <w:rsid w:val="0098174B"/>
    <w:rsid w:val="00982756"/>
    <w:rsid w:val="00991DB3"/>
    <w:rsid w:val="00992F34"/>
    <w:rsid w:val="00995682"/>
    <w:rsid w:val="009A08D3"/>
    <w:rsid w:val="009A316C"/>
    <w:rsid w:val="009A48D7"/>
    <w:rsid w:val="009A4C6D"/>
    <w:rsid w:val="009B06AC"/>
    <w:rsid w:val="009B214B"/>
    <w:rsid w:val="009B423D"/>
    <w:rsid w:val="009B5D90"/>
    <w:rsid w:val="009B6AC6"/>
    <w:rsid w:val="009C5247"/>
    <w:rsid w:val="009D020A"/>
    <w:rsid w:val="009D1EBE"/>
    <w:rsid w:val="009D294D"/>
    <w:rsid w:val="009D56FA"/>
    <w:rsid w:val="009E07CC"/>
    <w:rsid w:val="009E15EB"/>
    <w:rsid w:val="009E4CA6"/>
    <w:rsid w:val="009F5C1B"/>
    <w:rsid w:val="00A04235"/>
    <w:rsid w:val="00A051B9"/>
    <w:rsid w:val="00A124D5"/>
    <w:rsid w:val="00A128DB"/>
    <w:rsid w:val="00A15058"/>
    <w:rsid w:val="00A177D3"/>
    <w:rsid w:val="00A222D8"/>
    <w:rsid w:val="00A2535D"/>
    <w:rsid w:val="00A30560"/>
    <w:rsid w:val="00A306CA"/>
    <w:rsid w:val="00A34BD9"/>
    <w:rsid w:val="00A40EB4"/>
    <w:rsid w:val="00A45C91"/>
    <w:rsid w:val="00A51DF1"/>
    <w:rsid w:val="00A5767A"/>
    <w:rsid w:val="00A576B8"/>
    <w:rsid w:val="00A6123B"/>
    <w:rsid w:val="00A61C19"/>
    <w:rsid w:val="00A712AB"/>
    <w:rsid w:val="00A717A8"/>
    <w:rsid w:val="00A727D0"/>
    <w:rsid w:val="00A732F6"/>
    <w:rsid w:val="00A84B68"/>
    <w:rsid w:val="00A974C5"/>
    <w:rsid w:val="00AA1EF7"/>
    <w:rsid w:val="00AA389B"/>
    <w:rsid w:val="00AA744B"/>
    <w:rsid w:val="00AA74CE"/>
    <w:rsid w:val="00AB56B2"/>
    <w:rsid w:val="00AB5C69"/>
    <w:rsid w:val="00AB5DE0"/>
    <w:rsid w:val="00AC04C2"/>
    <w:rsid w:val="00AC41E5"/>
    <w:rsid w:val="00AD020B"/>
    <w:rsid w:val="00AD490A"/>
    <w:rsid w:val="00AD4FC3"/>
    <w:rsid w:val="00AD7BE2"/>
    <w:rsid w:val="00AF1FEB"/>
    <w:rsid w:val="00AF6260"/>
    <w:rsid w:val="00AF6CC7"/>
    <w:rsid w:val="00B12152"/>
    <w:rsid w:val="00B159B2"/>
    <w:rsid w:val="00B1670C"/>
    <w:rsid w:val="00B270CE"/>
    <w:rsid w:val="00B33014"/>
    <w:rsid w:val="00B41285"/>
    <w:rsid w:val="00B416D9"/>
    <w:rsid w:val="00B444CA"/>
    <w:rsid w:val="00B44727"/>
    <w:rsid w:val="00B45889"/>
    <w:rsid w:val="00B46FD4"/>
    <w:rsid w:val="00B4790A"/>
    <w:rsid w:val="00B54058"/>
    <w:rsid w:val="00B54EC6"/>
    <w:rsid w:val="00B5638C"/>
    <w:rsid w:val="00B57FF1"/>
    <w:rsid w:val="00B61281"/>
    <w:rsid w:val="00B612F0"/>
    <w:rsid w:val="00B629A9"/>
    <w:rsid w:val="00B66498"/>
    <w:rsid w:val="00B70AE7"/>
    <w:rsid w:val="00B710F5"/>
    <w:rsid w:val="00B737CF"/>
    <w:rsid w:val="00B7412A"/>
    <w:rsid w:val="00B80CD3"/>
    <w:rsid w:val="00B80FFD"/>
    <w:rsid w:val="00B8113D"/>
    <w:rsid w:val="00B82C60"/>
    <w:rsid w:val="00B851B5"/>
    <w:rsid w:val="00B90B57"/>
    <w:rsid w:val="00B94524"/>
    <w:rsid w:val="00B95E35"/>
    <w:rsid w:val="00BA2E61"/>
    <w:rsid w:val="00BB16F4"/>
    <w:rsid w:val="00BB2760"/>
    <w:rsid w:val="00BB548E"/>
    <w:rsid w:val="00BC03C0"/>
    <w:rsid w:val="00BC2DA1"/>
    <w:rsid w:val="00BC34BA"/>
    <w:rsid w:val="00BC3DE4"/>
    <w:rsid w:val="00BD1635"/>
    <w:rsid w:val="00BD685E"/>
    <w:rsid w:val="00BE3C44"/>
    <w:rsid w:val="00BF0699"/>
    <w:rsid w:val="00BF731C"/>
    <w:rsid w:val="00C042D9"/>
    <w:rsid w:val="00C053CC"/>
    <w:rsid w:val="00C06F38"/>
    <w:rsid w:val="00C11A3B"/>
    <w:rsid w:val="00C14737"/>
    <w:rsid w:val="00C1532C"/>
    <w:rsid w:val="00C17C5E"/>
    <w:rsid w:val="00C20EC6"/>
    <w:rsid w:val="00C22E1A"/>
    <w:rsid w:val="00C25665"/>
    <w:rsid w:val="00C276E4"/>
    <w:rsid w:val="00C32BE8"/>
    <w:rsid w:val="00C32CF7"/>
    <w:rsid w:val="00C35B4A"/>
    <w:rsid w:val="00C363A5"/>
    <w:rsid w:val="00C42F03"/>
    <w:rsid w:val="00C468E7"/>
    <w:rsid w:val="00C47DB0"/>
    <w:rsid w:val="00C55EEE"/>
    <w:rsid w:val="00C62F07"/>
    <w:rsid w:val="00C64AA6"/>
    <w:rsid w:val="00C73B57"/>
    <w:rsid w:val="00C747C3"/>
    <w:rsid w:val="00C76954"/>
    <w:rsid w:val="00C80BF0"/>
    <w:rsid w:val="00C8499B"/>
    <w:rsid w:val="00C85989"/>
    <w:rsid w:val="00C8666A"/>
    <w:rsid w:val="00C86F17"/>
    <w:rsid w:val="00C9166D"/>
    <w:rsid w:val="00C9558A"/>
    <w:rsid w:val="00C95914"/>
    <w:rsid w:val="00C95CC0"/>
    <w:rsid w:val="00C9613C"/>
    <w:rsid w:val="00CA008E"/>
    <w:rsid w:val="00CA6FE5"/>
    <w:rsid w:val="00CB2332"/>
    <w:rsid w:val="00CB29A5"/>
    <w:rsid w:val="00CB2A4C"/>
    <w:rsid w:val="00CB68EC"/>
    <w:rsid w:val="00CC21C9"/>
    <w:rsid w:val="00CD69A1"/>
    <w:rsid w:val="00CE153D"/>
    <w:rsid w:val="00CE3BD6"/>
    <w:rsid w:val="00CE3E34"/>
    <w:rsid w:val="00CE4695"/>
    <w:rsid w:val="00CE4DDA"/>
    <w:rsid w:val="00CF2AE0"/>
    <w:rsid w:val="00CF564D"/>
    <w:rsid w:val="00D03BCF"/>
    <w:rsid w:val="00D04FEE"/>
    <w:rsid w:val="00D06DD4"/>
    <w:rsid w:val="00D16B57"/>
    <w:rsid w:val="00D219F1"/>
    <w:rsid w:val="00D23DCD"/>
    <w:rsid w:val="00D26F61"/>
    <w:rsid w:val="00D32F04"/>
    <w:rsid w:val="00D37154"/>
    <w:rsid w:val="00D41724"/>
    <w:rsid w:val="00D41D11"/>
    <w:rsid w:val="00D64502"/>
    <w:rsid w:val="00D65804"/>
    <w:rsid w:val="00D70226"/>
    <w:rsid w:val="00D715D4"/>
    <w:rsid w:val="00D748DA"/>
    <w:rsid w:val="00D75BB5"/>
    <w:rsid w:val="00D80FC8"/>
    <w:rsid w:val="00D84994"/>
    <w:rsid w:val="00D903FE"/>
    <w:rsid w:val="00D90844"/>
    <w:rsid w:val="00D93351"/>
    <w:rsid w:val="00D95823"/>
    <w:rsid w:val="00D9713B"/>
    <w:rsid w:val="00DA25C3"/>
    <w:rsid w:val="00DA419B"/>
    <w:rsid w:val="00DB149F"/>
    <w:rsid w:val="00DB17AD"/>
    <w:rsid w:val="00DB67FD"/>
    <w:rsid w:val="00DC0B61"/>
    <w:rsid w:val="00DC1736"/>
    <w:rsid w:val="00DC20F3"/>
    <w:rsid w:val="00DC54D5"/>
    <w:rsid w:val="00DC789A"/>
    <w:rsid w:val="00DD1026"/>
    <w:rsid w:val="00DD57B5"/>
    <w:rsid w:val="00DD7736"/>
    <w:rsid w:val="00DE0010"/>
    <w:rsid w:val="00DE1A2A"/>
    <w:rsid w:val="00DE5CAE"/>
    <w:rsid w:val="00DF3F35"/>
    <w:rsid w:val="00DF55A0"/>
    <w:rsid w:val="00DF69FF"/>
    <w:rsid w:val="00E040ED"/>
    <w:rsid w:val="00E10F76"/>
    <w:rsid w:val="00E12868"/>
    <w:rsid w:val="00E12899"/>
    <w:rsid w:val="00E16151"/>
    <w:rsid w:val="00E226C8"/>
    <w:rsid w:val="00E23B04"/>
    <w:rsid w:val="00E25D3C"/>
    <w:rsid w:val="00E300C1"/>
    <w:rsid w:val="00E30DFD"/>
    <w:rsid w:val="00E31AF5"/>
    <w:rsid w:val="00E32994"/>
    <w:rsid w:val="00E369CD"/>
    <w:rsid w:val="00E40131"/>
    <w:rsid w:val="00E40981"/>
    <w:rsid w:val="00E42E54"/>
    <w:rsid w:val="00E44235"/>
    <w:rsid w:val="00E44F63"/>
    <w:rsid w:val="00E45566"/>
    <w:rsid w:val="00E54855"/>
    <w:rsid w:val="00E641F0"/>
    <w:rsid w:val="00E711EA"/>
    <w:rsid w:val="00E732D9"/>
    <w:rsid w:val="00E73E6E"/>
    <w:rsid w:val="00E7440C"/>
    <w:rsid w:val="00E75469"/>
    <w:rsid w:val="00E75CEE"/>
    <w:rsid w:val="00E77064"/>
    <w:rsid w:val="00E77A8E"/>
    <w:rsid w:val="00E81424"/>
    <w:rsid w:val="00E81D10"/>
    <w:rsid w:val="00E87112"/>
    <w:rsid w:val="00E8720D"/>
    <w:rsid w:val="00E9067E"/>
    <w:rsid w:val="00E929DC"/>
    <w:rsid w:val="00E9524E"/>
    <w:rsid w:val="00EB08F0"/>
    <w:rsid w:val="00EB09BA"/>
    <w:rsid w:val="00EB18B7"/>
    <w:rsid w:val="00EC6BB2"/>
    <w:rsid w:val="00EC7B1F"/>
    <w:rsid w:val="00ED15DA"/>
    <w:rsid w:val="00ED1B07"/>
    <w:rsid w:val="00ED22F0"/>
    <w:rsid w:val="00ED389F"/>
    <w:rsid w:val="00ED4A08"/>
    <w:rsid w:val="00EE0826"/>
    <w:rsid w:val="00EE2415"/>
    <w:rsid w:val="00EE688A"/>
    <w:rsid w:val="00EF35A9"/>
    <w:rsid w:val="00F00BCE"/>
    <w:rsid w:val="00F022F0"/>
    <w:rsid w:val="00F024DC"/>
    <w:rsid w:val="00F03E63"/>
    <w:rsid w:val="00F074E6"/>
    <w:rsid w:val="00F13DE2"/>
    <w:rsid w:val="00F14A2A"/>
    <w:rsid w:val="00F24921"/>
    <w:rsid w:val="00F31C06"/>
    <w:rsid w:val="00F32C56"/>
    <w:rsid w:val="00F34B40"/>
    <w:rsid w:val="00F35B25"/>
    <w:rsid w:val="00F417EB"/>
    <w:rsid w:val="00F435A7"/>
    <w:rsid w:val="00F447A7"/>
    <w:rsid w:val="00F5082D"/>
    <w:rsid w:val="00F51DE2"/>
    <w:rsid w:val="00F56FE3"/>
    <w:rsid w:val="00F77CE4"/>
    <w:rsid w:val="00F87679"/>
    <w:rsid w:val="00F916B7"/>
    <w:rsid w:val="00FA1277"/>
    <w:rsid w:val="00FA3158"/>
    <w:rsid w:val="00FA4A17"/>
    <w:rsid w:val="00FA5136"/>
    <w:rsid w:val="00FB59CA"/>
    <w:rsid w:val="00FB5B52"/>
    <w:rsid w:val="00FC1FE7"/>
    <w:rsid w:val="00FD6B81"/>
    <w:rsid w:val="00FE1808"/>
    <w:rsid w:val="00FE3FBD"/>
    <w:rsid w:val="00FF4C3B"/>
    <w:rsid w:val="00FF7666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E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1E82"/>
  </w:style>
  <w:style w:type="paragraph" w:styleId="a5">
    <w:name w:val="footer"/>
    <w:basedOn w:val="a"/>
    <w:link w:val="a6"/>
    <w:uiPriority w:val="99"/>
    <w:unhideWhenUsed/>
    <w:rsid w:val="00731E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1E82"/>
  </w:style>
  <w:style w:type="table" w:styleId="a7">
    <w:name w:val="Table Grid"/>
    <w:basedOn w:val="a1"/>
    <w:uiPriority w:val="59"/>
    <w:rsid w:val="00DB67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BB2760"/>
  </w:style>
  <w:style w:type="character" w:customStyle="1" w:styleId="a9">
    <w:name w:val="日付 (文字)"/>
    <w:basedOn w:val="a0"/>
    <w:link w:val="a8"/>
    <w:uiPriority w:val="99"/>
    <w:semiHidden/>
    <w:rsid w:val="00BB2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D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1E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1E82"/>
  </w:style>
  <w:style w:type="paragraph" w:styleId="a5">
    <w:name w:val="footer"/>
    <w:basedOn w:val="a"/>
    <w:link w:val="a6"/>
    <w:uiPriority w:val="99"/>
    <w:unhideWhenUsed/>
    <w:rsid w:val="00731E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1E82"/>
  </w:style>
  <w:style w:type="table" w:styleId="a7">
    <w:name w:val="Table Grid"/>
    <w:basedOn w:val="a1"/>
    <w:uiPriority w:val="59"/>
    <w:rsid w:val="00DB67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Date"/>
    <w:basedOn w:val="a"/>
    <w:next w:val="a"/>
    <w:link w:val="a9"/>
    <w:uiPriority w:val="99"/>
    <w:semiHidden/>
    <w:unhideWhenUsed/>
    <w:rsid w:val="00BB2760"/>
  </w:style>
  <w:style w:type="character" w:customStyle="1" w:styleId="a9">
    <w:name w:val="日付 (文字)"/>
    <w:basedOn w:val="a0"/>
    <w:link w:val="a8"/>
    <w:uiPriority w:val="99"/>
    <w:semiHidden/>
    <w:rsid w:val="00BB2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2\Desktop\&#32232;&#38598;&#20013;_&#26716;&#20117;\997_&#25351;&#23450;&#24215;&#38306;&#20418;\01&#21033;&#24220;&#30010;_&#37197;&#24067;&#29992;\01&#19979;&#27700;&#36947;\02_&#12527;&#12540;&#12489;&#12539;&#12456;&#12463;&#12475;&#12523;\101-01_&#20844;&#20849;&#19979;&#27700;&#36947;&#20351;&#29992;&#27700;&#37327;&#31561;&#22577;&#21578;&#26360;&#65288;&#27096;&#24335;&#6528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43AB-FA7F-4F26-A014-0057DEFD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101-01_公共下水道使用水量等報告書（様式）</Template>
  <TotalTime>167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大友　康弘</cp:lastModifiedBy>
  <cp:revision>11</cp:revision>
  <cp:lastPrinted>2019-05-10T01:39:00Z</cp:lastPrinted>
  <dcterms:created xsi:type="dcterms:W3CDTF">2017-02-01T01:58:00Z</dcterms:created>
  <dcterms:modified xsi:type="dcterms:W3CDTF">2019-05-10T01:41:00Z</dcterms:modified>
</cp:coreProperties>
</file>